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2E3" w:rsidRPr="009E32E3" w:rsidRDefault="009E32E3" w:rsidP="009E32E3">
      <w:pPr>
        <w:wordWrap w:val="0"/>
        <w:jc w:val="right"/>
      </w:pPr>
      <w:r w:rsidRPr="009E32E3">
        <w:rPr>
          <w:rFonts w:hint="eastAsia"/>
        </w:rPr>
        <w:t>様式</w:t>
      </w:r>
      <w:r w:rsidR="002D2C2D">
        <w:rPr>
          <w:rFonts w:hint="eastAsia"/>
        </w:rPr>
        <w:t>５</w:t>
      </w:r>
    </w:p>
    <w:p w:rsidR="009E32E3" w:rsidRPr="009E32E3" w:rsidRDefault="009E32E3" w:rsidP="009E32E3"/>
    <w:p w:rsidR="009E32E3" w:rsidRPr="009E32E3" w:rsidRDefault="009E32E3" w:rsidP="009E32E3"/>
    <w:p w:rsidR="009E32E3" w:rsidRPr="009E32E3" w:rsidRDefault="007434AF" w:rsidP="009E32E3">
      <w:pPr>
        <w:jc w:val="center"/>
      </w:pPr>
      <w:r>
        <w:rPr>
          <w:rFonts w:hint="eastAsia"/>
        </w:rPr>
        <w:t>（臨床）</w:t>
      </w:r>
      <w:r w:rsidR="009E32E3" w:rsidRPr="009E32E3">
        <w:rPr>
          <w:rFonts w:hint="eastAsia"/>
        </w:rPr>
        <w:t>実習施設承諾書</w:t>
      </w:r>
    </w:p>
    <w:p w:rsidR="009E32E3" w:rsidRPr="009E32E3" w:rsidRDefault="009E32E3" w:rsidP="009E32E3"/>
    <w:p w:rsidR="009E32E3" w:rsidRPr="009E32E3" w:rsidRDefault="009E32E3" w:rsidP="009E32E3"/>
    <w:p w:rsidR="00721EE0" w:rsidRDefault="009E32E3" w:rsidP="001D7DDF">
      <w:pPr>
        <w:ind w:firstLineChars="100" w:firstLine="239"/>
        <w:rPr>
          <w:rFonts w:asciiTheme="minorEastAsia" w:hAnsiTheme="minorEastAsia"/>
        </w:rPr>
      </w:pPr>
      <w:r w:rsidRPr="009E32E3">
        <w:rPr>
          <w:rFonts w:hint="eastAsia"/>
        </w:rPr>
        <w:t>貴養成施設の</w:t>
      </w:r>
      <w:r w:rsidRPr="009E32E3">
        <w:rPr>
          <w:rFonts w:asciiTheme="minorEastAsia" w:hAnsiTheme="minorEastAsia" w:hint="eastAsia"/>
        </w:rPr>
        <w:t>あんまマッサージ指圧師、はり師及びきゅう師に係る学校養成施設認定規則・柔道整復師学校養成施設指定規則に規定する</w:t>
      </w:r>
      <w:r w:rsidR="00543200">
        <w:rPr>
          <w:rFonts w:asciiTheme="minorEastAsia" w:hAnsiTheme="minorEastAsia" w:hint="eastAsia"/>
        </w:rPr>
        <w:t>（臨床）</w:t>
      </w:r>
      <w:r w:rsidRPr="009E32E3">
        <w:rPr>
          <w:rFonts w:asciiTheme="minorEastAsia" w:hAnsiTheme="minorEastAsia" w:hint="eastAsia"/>
        </w:rPr>
        <w:t>実習施設として、</w:t>
      </w:r>
      <w:r w:rsidR="00721EE0">
        <w:rPr>
          <w:rFonts w:asciiTheme="minorEastAsia" w:hAnsiTheme="minorEastAsia" w:hint="eastAsia"/>
        </w:rPr>
        <w:t xml:space="preserve">　　　</w:t>
      </w:r>
    </w:p>
    <w:p w:rsidR="009E32E3" w:rsidRPr="009E32E3" w:rsidRDefault="009E32E3" w:rsidP="00721EE0">
      <w:pPr>
        <w:ind w:firstLineChars="1800" w:firstLine="4296"/>
        <w:rPr>
          <w:rFonts w:asciiTheme="minorEastAsia" w:hAnsiTheme="minorEastAsia"/>
        </w:rPr>
      </w:pPr>
      <w:r w:rsidRPr="009E32E3">
        <w:rPr>
          <w:rFonts w:asciiTheme="minorEastAsia" w:hAnsiTheme="minorEastAsia" w:hint="eastAsia"/>
        </w:rPr>
        <w:t>を使用することを承諾します。</w:t>
      </w:r>
    </w:p>
    <w:p w:rsidR="009E32E3" w:rsidRPr="009E32E3" w:rsidRDefault="009E32E3" w:rsidP="009E32E3">
      <w:pPr>
        <w:rPr>
          <w:rFonts w:asciiTheme="minorEastAsia" w:hAnsiTheme="minorEastAsia"/>
        </w:rPr>
      </w:pPr>
    </w:p>
    <w:p w:rsidR="009E32E3" w:rsidRPr="009E32E3" w:rsidRDefault="009E32E3" w:rsidP="009E32E3">
      <w:pPr>
        <w:rPr>
          <w:rFonts w:asciiTheme="minorEastAsia" w:hAnsiTheme="minorEastAsia"/>
        </w:rPr>
      </w:pPr>
    </w:p>
    <w:p w:rsidR="009E32E3" w:rsidRPr="009E32E3" w:rsidRDefault="009E32E3" w:rsidP="005F2A5C">
      <w:pPr>
        <w:ind w:firstLineChars="400" w:firstLine="955"/>
        <w:rPr>
          <w:rFonts w:asciiTheme="minorEastAsia" w:hAnsiTheme="minorEastAsia"/>
        </w:rPr>
      </w:pPr>
      <w:r w:rsidRPr="009E32E3">
        <w:rPr>
          <w:rFonts w:asciiTheme="minorEastAsia" w:hAnsiTheme="minorEastAsia" w:hint="eastAsia"/>
        </w:rPr>
        <w:t xml:space="preserve">　　年　　月　　日</w:t>
      </w:r>
    </w:p>
    <w:p w:rsidR="009E32E3" w:rsidRPr="009E32E3" w:rsidRDefault="009E32E3" w:rsidP="009E32E3">
      <w:pPr>
        <w:rPr>
          <w:rFonts w:asciiTheme="minorEastAsia" w:hAnsiTheme="minorEastAsia"/>
        </w:rPr>
      </w:pPr>
    </w:p>
    <w:p w:rsidR="009E32E3" w:rsidRPr="009E32E3" w:rsidRDefault="009E32E3" w:rsidP="009E32E3">
      <w:pPr>
        <w:rPr>
          <w:rFonts w:asciiTheme="minorEastAsia" w:hAnsiTheme="minorEastAsia"/>
        </w:rPr>
      </w:pPr>
    </w:p>
    <w:p w:rsidR="009E32E3" w:rsidRPr="009E32E3" w:rsidRDefault="009E32E3" w:rsidP="009E32E3">
      <w:pPr>
        <w:ind w:firstLineChars="100" w:firstLine="239"/>
        <w:rPr>
          <w:rFonts w:asciiTheme="minorEastAsia" w:hAnsiTheme="minorEastAsia"/>
        </w:rPr>
      </w:pPr>
      <w:r w:rsidRPr="009E32E3">
        <w:rPr>
          <w:rFonts w:asciiTheme="minorEastAsia" w:hAnsiTheme="minorEastAsia" w:hint="eastAsia"/>
        </w:rPr>
        <w:t>養成施設名</w:t>
      </w:r>
      <w:r w:rsidR="000D54B1">
        <w:rPr>
          <w:rFonts w:asciiTheme="minorEastAsia" w:hAnsiTheme="minorEastAsia" w:hint="eastAsia"/>
        </w:rPr>
        <w:t xml:space="preserve">　学校法人滋慶学園　東京メディカル・スポーツ専門学校</w:t>
      </w:r>
      <w:bookmarkStart w:id="0" w:name="_GoBack"/>
      <w:bookmarkEnd w:id="0"/>
    </w:p>
    <w:p w:rsidR="009E32E3" w:rsidRPr="009E32E3" w:rsidRDefault="009E32E3" w:rsidP="009E32E3">
      <w:pPr>
        <w:ind w:firstLineChars="100" w:firstLine="239"/>
        <w:rPr>
          <w:rFonts w:asciiTheme="minorEastAsia" w:hAnsiTheme="minorEastAsia"/>
        </w:rPr>
      </w:pPr>
      <w:r w:rsidRPr="009E32E3">
        <w:rPr>
          <w:rFonts w:asciiTheme="minorEastAsia" w:hAnsiTheme="minorEastAsia" w:hint="eastAsia"/>
        </w:rPr>
        <w:t xml:space="preserve">（代表者）氏名　</w:t>
      </w:r>
      <w:r w:rsidR="00721EE0">
        <w:rPr>
          <w:rFonts w:asciiTheme="minorEastAsia" w:hAnsiTheme="minorEastAsia" w:hint="eastAsia"/>
        </w:rPr>
        <w:t>関口　正雄</w:t>
      </w:r>
      <w:r w:rsidRPr="009E32E3">
        <w:rPr>
          <w:rFonts w:asciiTheme="minorEastAsia" w:hAnsiTheme="minorEastAsia" w:hint="eastAsia"/>
        </w:rPr>
        <w:t xml:space="preserve">　　殿</w:t>
      </w:r>
    </w:p>
    <w:p w:rsidR="009E32E3" w:rsidRPr="009E32E3" w:rsidRDefault="009E32E3" w:rsidP="009E32E3">
      <w:pPr>
        <w:rPr>
          <w:rFonts w:asciiTheme="minorEastAsia" w:hAnsiTheme="minorEastAsia"/>
        </w:rPr>
      </w:pPr>
    </w:p>
    <w:p w:rsidR="000D54B1" w:rsidRDefault="000D54B1" w:rsidP="000D54B1">
      <w:pPr>
        <w:rPr>
          <w:rFonts w:asciiTheme="minorEastAsia" w:hAnsiTheme="minorEastAsia"/>
        </w:rPr>
      </w:pPr>
    </w:p>
    <w:p w:rsidR="009E32E3" w:rsidRPr="009E32E3" w:rsidRDefault="000D54B1" w:rsidP="000D54B1">
      <w:pPr>
        <w:ind w:firstLineChars="800" w:firstLine="1909"/>
      </w:pPr>
      <w:r>
        <w:rPr>
          <w:rFonts w:hint="eastAsia"/>
        </w:rPr>
        <w:t>（</w:t>
      </w:r>
      <w:r w:rsidR="006970AE">
        <w:rPr>
          <w:rFonts w:hint="eastAsia"/>
        </w:rPr>
        <w:t>臨床）</w:t>
      </w:r>
      <w:r w:rsidR="009E32E3" w:rsidRPr="009E32E3">
        <w:rPr>
          <w:rFonts w:hint="eastAsia"/>
        </w:rPr>
        <w:t>実習施設名</w:t>
      </w:r>
    </w:p>
    <w:p w:rsidR="009E32E3" w:rsidRPr="000D54B1" w:rsidRDefault="009E32E3" w:rsidP="000D54B1">
      <w:pPr>
        <w:ind w:firstLineChars="1000" w:firstLine="2387"/>
        <w:rPr>
          <w:rFonts w:hint="eastAsia"/>
        </w:rPr>
      </w:pPr>
      <w:r w:rsidRPr="009E32E3">
        <w:rPr>
          <w:rFonts w:hint="eastAsia"/>
        </w:rPr>
        <w:t xml:space="preserve">（代表者）氏名　</w:t>
      </w:r>
      <w:r w:rsidR="00721EE0">
        <w:rPr>
          <w:rFonts w:hint="eastAsia"/>
        </w:rPr>
        <w:t xml:space="preserve">　　</w:t>
      </w:r>
      <w:r w:rsidRPr="009E32E3">
        <w:rPr>
          <w:rFonts w:hint="eastAsia"/>
        </w:rPr>
        <w:t xml:space="preserve">　</w:t>
      </w:r>
      <w:r w:rsidR="00721EE0">
        <w:rPr>
          <w:rFonts w:hint="eastAsia"/>
        </w:rPr>
        <w:t xml:space="preserve">　</w:t>
      </w:r>
      <w:r w:rsidRPr="009E32E3">
        <w:rPr>
          <w:rFonts w:hint="eastAsia"/>
        </w:rPr>
        <w:t xml:space="preserve">　　</w:t>
      </w:r>
      <w:r w:rsidR="000D54B1">
        <w:rPr>
          <w:rFonts w:hint="eastAsia"/>
        </w:rPr>
        <w:t xml:space="preserve">　　　　　　　</w:t>
      </w:r>
      <w:r w:rsidRPr="009E32E3">
        <w:rPr>
          <w:rFonts w:hint="eastAsia"/>
        </w:rPr>
        <w:t xml:space="preserve">　代表者印</w:t>
      </w:r>
    </w:p>
    <w:sectPr w:rsidR="009E32E3" w:rsidRPr="000D54B1" w:rsidSect="001F4A3B">
      <w:headerReference w:type="default" r:id="rId11"/>
      <w:pgSz w:w="11906" w:h="16838" w:code="9"/>
      <w:pgMar w:top="1134" w:right="1418" w:bottom="1134" w:left="1418" w:header="680" w:footer="567" w:gutter="0"/>
      <w:pgNumType w:fmt="numberInDash"/>
      <w:cols w:space="425"/>
      <w:docGrid w:type="linesAndChars" w:linePitch="364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668F" w:rsidRDefault="005F668F" w:rsidP="0085426A">
      <w:r>
        <w:separator/>
      </w:r>
    </w:p>
  </w:endnote>
  <w:endnote w:type="continuationSeparator" w:id="0">
    <w:p w:rsidR="005F668F" w:rsidRDefault="005F668F" w:rsidP="00854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668F" w:rsidRDefault="005F668F" w:rsidP="0085426A">
      <w:r>
        <w:separator/>
      </w:r>
    </w:p>
  </w:footnote>
  <w:footnote w:type="continuationSeparator" w:id="0">
    <w:p w:rsidR="005F668F" w:rsidRDefault="005F668F" w:rsidP="00854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5A8" w:rsidRDefault="002F65A8" w:rsidP="002F65A8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F5B71"/>
    <w:multiLevelType w:val="hybridMultilevel"/>
    <w:tmpl w:val="90548B8E"/>
    <w:lvl w:ilvl="0" w:tplc="9A02B920"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A79395D"/>
    <w:multiLevelType w:val="hybridMultilevel"/>
    <w:tmpl w:val="5D46B718"/>
    <w:lvl w:ilvl="0" w:tplc="48C4E694">
      <w:start w:val="3"/>
      <w:numFmt w:val="bullet"/>
      <w:lvlText w:val="○"/>
      <w:lvlJc w:val="left"/>
      <w:pPr>
        <w:ind w:left="849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9" w:hanging="420"/>
      </w:pPr>
      <w:rPr>
        <w:rFonts w:ascii="Wingdings" w:hAnsi="Wingdings" w:hint="default"/>
      </w:rPr>
    </w:lvl>
  </w:abstractNum>
  <w:abstractNum w:abstractNumId="2" w15:restartNumberingAfterBreak="0">
    <w:nsid w:val="25A14937"/>
    <w:multiLevelType w:val="hybridMultilevel"/>
    <w:tmpl w:val="2F985B14"/>
    <w:lvl w:ilvl="0" w:tplc="384E75F8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BF767F5"/>
    <w:multiLevelType w:val="hybridMultilevel"/>
    <w:tmpl w:val="7CA4FEF4"/>
    <w:lvl w:ilvl="0" w:tplc="9FECC78A">
      <w:start w:val="1"/>
      <w:numFmt w:val="decimalEnclosedCircle"/>
      <w:lvlText w:val="%1"/>
      <w:lvlJc w:val="left"/>
      <w:pPr>
        <w:ind w:left="6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4" w15:restartNumberingAfterBreak="0">
    <w:nsid w:val="3105581F"/>
    <w:multiLevelType w:val="multilevel"/>
    <w:tmpl w:val="CFCC8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3167C3"/>
    <w:multiLevelType w:val="hybridMultilevel"/>
    <w:tmpl w:val="B0541242"/>
    <w:lvl w:ilvl="0" w:tplc="24BC81C4">
      <w:start w:val="1"/>
      <w:numFmt w:val="decimalEnclosedCircle"/>
      <w:lvlText w:val="%1"/>
      <w:lvlJc w:val="left"/>
      <w:pPr>
        <w:ind w:left="360" w:hanging="360"/>
      </w:pPr>
    </w:lvl>
    <w:lvl w:ilvl="1" w:tplc="B7829136">
      <w:start w:val="2"/>
      <w:numFmt w:val="bullet"/>
      <w:lvlText w:val="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EA04231"/>
    <w:multiLevelType w:val="hybridMultilevel"/>
    <w:tmpl w:val="D94CB4F0"/>
    <w:lvl w:ilvl="0" w:tplc="0C00D6E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4B75F23"/>
    <w:multiLevelType w:val="multilevel"/>
    <w:tmpl w:val="22E87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265053"/>
    <w:multiLevelType w:val="hybridMultilevel"/>
    <w:tmpl w:val="4E6CD962"/>
    <w:lvl w:ilvl="0" w:tplc="3B8CDF8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AA4321B"/>
    <w:multiLevelType w:val="hybridMultilevel"/>
    <w:tmpl w:val="59DA5F58"/>
    <w:lvl w:ilvl="0" w:tplc="1D78FECA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29A1B06"/>
    <w:multiLevelType w:val="hybridMultilevel"/>
    <w:tmpl w:val="F40AC818"/>
    <w:lvl w:ilvl="0" w:tplc="2DC2D480">
      <w:start w:val="2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35F3474"/>
    <w:multiLevelType w:val="hybridMultilevel"/>
    <w:tmpl w:val="BCB2A220"/>
    <w:lvl w:ilvl="0" w:tplc="672C7652">
      <w:numFmt w:val="bullet"/>
      <w:lvlText w:val="◎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06773C2"/>
    <w:multiLevelType w:val="hybridMultilevel"/>
    <w:tmpl w:val="6F6E5322"/>
    <w:lvl w:ilvl="0" w:tplc="598255F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9"/>
  </w:num>
  <w:num w:numId="10">
    <w:abstractNumId w:val="1"/>
  </w:num>
  <w:num w:numId="11">
    <w:abstractNumId w:val="7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39"/>
  <w:drawingGridVerticalSpacing w:val="182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6223"/>
    <w:rsid w:val="00002DF3"/>
    <w:rsid w:val="0000345D"/>
    <w:rsid w:val="0000535C"/>
    <w:rsid w:val="000060E4"/>
    <w:rsid w:val="000068A1"/>
    <w:rsid w:val="00007EBC"/>
    <w:rsid w:val="000151F7"/>
    <w:rsid w:val="00017A6C"/>
    <w:rsid w:val="00017F37"/>
    <w:rsid w:val="00020885"/>
    <w:rsid w:val="000243D7"/>
    <w:rsid w:val="00024DBD"/>
    <w:rsid w:val="000266F3"/>
    <w:rsid w:val="000319E9"/>
    <w:rsid w:val="00032252"/>
    <w:rsid w:val="00032517"/>
    <w:rsid w:val="0003345F"/>
    <w:rsid w:val="00033798"/>
    <w:rsid w:val="000344CF"/>
    <w:rsid w:val="000350B5"/>
    <w:rsid w:val="0003685B"/>
    <w:rsid w:val="00040673"/>
    <w:rsid w:val="00040DBC"/>
    <w:rsid w:val="00041D01"/>
    <w:rsid w:val="00043017"/>
    <w:rsid w:val="000434E6"/>
    <w:rsid w:val="00046CF4"/>
    <w:rsid w:val="00046F57"/>
    <w:rsid w:val="000546C7"/>
    <w:rsid w:val="000548DB"/>
    <w:rsid w:val="000549B9"/>
    <w:rsid w:val="00054D6F"/>
    <w:rsid w:val="00054EB8"/>
    <w:rsid w:val="00055FEA"/>
    <w:rsid w:val="000609FA"/>
    <w:rsid w:val="00062293"/>
    <w:rsid w:val="00062D96"/>
    <w:rsid w:val="00063C80"/>
    <w:rsid w:val="00064B86"/>
    <w:rsid w:val="000652C2"/>
    <w:rsid w:val="00071428"/>
    <w:rsid w:val="00072792"/>
    <w:rsid w:val="00074FFA"/>
    <w:rsid w:val="000750EA"/>
    <w:rsid w:val="000831F2"/>
    <w:rsid w:val="00083D90"/>
    <w:rsid w:val="00084220"/>
    <w:rsid w:val="000849F2"/>
    <w:rsid w:val="00085348"/>
    <w:rsid w:val="000859E3"/>
    <w:rsid w:val="000906C3"/>
    <w:rsid w:val="00094F3E"/>
    <w:rsid w:val="0009652B"/>
    <w:rsid w:val="00097968"/>
    <w:rsid w:val="000A3743"/>
    <w:rsid w:val="000A727B"/>
    <w:rsid w:val="000A79CC"/>
    <w:rsid w:val="000B0537"/>
    <w:rsid w:val="000B0E88"/>
    <w:rsid w:val="000B110C"/>
    <w:rsid w:val="000B1C68"/>
    <w:rsid w:val="000B31F4"/>
    <w:rsid w:val="000B4E3E"/>
    <w:rsid w:val="000B4F41"/>
    <w:rsid w:val="000B548F"/>
    <w:rsid w:val="000B7DBD"/>
    <w:rsid w:val="000C1E09"/>
    <w:rsid w:val="000C2D5E"/>
    <w:rsid w:val="000C7805"/>
    <w:rsid w:val="000D09DB"/>
    <w:rsid w:val="000D11EB"/>
    <w:rsid w:val="000D26FE"/>
    <w:rsid w:val="000D32CB"/>
    <w:rsid w:val="000D32E7"/>
    <w:rsid w:val="000D54B1"/>
    <w:rsid w:val="000D5BCA"/>
    <w:rsid w:val="000D7136"/>
    <w:rsid w:val="000E0DB5"/>
    <w:rsid w:val="000E14A1"/>
    <w:rsid w:val="000E24C0"/>
    <w:rsid w:val="000E2B88"/>
    <w:rsid w:val="000E2F99"/>
    <w:rsid w:val="000E4F22"/>
    <w:rsid w:val="000F0DB8"/>
    <w:rsid w:val="000F0E2F"/>
    <w:rsid w:val="000F22CE"/>
    <w:rsid w:val="000F28D6"/>
    <w:rsid w:val="000F2AA8"/>
    <w:rsid w:val="000F3FD3"/>
    <w:rsid w:val="000F461F"/>
    <w:rsid w:val="000F6294"/>
    <w:rsid w:val="00100C45"/>
    <w:rsid w:val="0010113D"/>
    <w:rsid w:val="00101C85"/>
    <w:rsid w:val="001044D3"/>
    <w:rsid w:val="0010512C"/>
    <w:rsid w:val="00105172"/>
    <w:rsid w:val="001120E7"/>
    <w:rsid w:val="00113295"/>
    <w:rsid w:val="00113588"/>
    <w:rsid w:val="00114D39"/>
    <w:rsid w:val="00115F8D"/>
    <w:rsid w:val="0011758C"/>
    <w:rsid w:val="00124302"/>
    <w:rsid w:val="001262B7"/>
    <w:rsid w:val="001272FC"/>
    <w:rsid w:val="001337AA"/>
    <w:rsid w:val="00133A3E"/>
    <w:rsid w:val="00134520"/>
    <w:rsid w:val="0013529E"/>
    <w:rsid w:val="0013667A"/>
    <w:rsid w:val="00136A06"/>
    <w:rsid w:val="00140A73"/>
    <w:rsid w:val="00140A9A"/>
    <w:rsid w:val="001448A7"/>
    <w:rsid w:val="00145F8E"/>
    <w:rsid w:val="00147A4C"/>
    <w:rsid w:val="001508EA"/>
    <w:rsid w:val="0015516B"/>
    <w:rsid w:val="00155372"/>
    <w:rsid w:val="00155B0F"/>
    <w:rsid w:val="00157121"/>
    <w:rsid w:val="0016164D"/>
    <w:rsid w:val="00164C92"/>
    <w:rsid w:val="00165B67"/>
    <w:rsid w:val="00166E99"/>
    <w:rsid w:val="0017002F"/>
    <w:rsid w:val="001700DD"/>
    <w:rsid w:val="00170770"/>
    <w:rsid w:val="001720B1"/>
    <w:rsid w:val="00173134"/>
    <w:rsid w:val="001748D4"/>
    <w:rsid w:val="001760A5"/>
    <w:rsid w:val="001760CA"/>
    <w:rsid w:val="00176D9F"/>
    <w:rsid w:val="00177E52"/>
    <w:rsid w:val="001833ED"/>
    <w:rsid w:val="00183FAA"/>
    <w:rsid w:val="001840EC"/>
    <w:rsid w:val="00184B2D"/>
    <w:rsid w:val="0018594D"/>
    <w:rsid w:val="00186169"/>
    <w:rsid w:val="00186C76"/>
    <w:rsid w:val="00187CBA"/>
    <w:rsid w:val="001902AB"/>
    <w:rsid w:val="001935D1"/>
    <w:rsid w:val="00194690"/>
    <w:rsid w:val="001A3FBF"/>
    <w:rsid w:val="001A4114"/>
    <w:rsid w:val="001A61CA"/>
    <w:rsid w:val="001A6912"/>
    <w:rsid w:val="001A6C62"/>
    <w:rsid w:val="001A7B6D"/>
    <w:rsid w:val="001B0130"/>
    <w:rsid w:val="001B2F08"/>
    <w:rsid w:val="001B5C50"/>
    <w:rsid w:val="001B78C7"/>
    <w:rsid w:val="001B7906"/>
    <w:rsid w:val="001C11B7"/>
    <w:rsid w:val="001C32FA"/>
    <w:rsid w:val="001C3421"/>
    <w:rsid w:val="001C7EA9"/>
    <w:rsid w:val="001D1965"/>
    <w:rsid w:val="001D272F"/>
    <w:rsid w:val="001D2B11"/>
    <w:rsid w:val="001D2E8E"/>
    <w:rsid w:val="001D534F"/>
    <w:rsid w:val="001D6539"/>
    <w:rsid w:val="001D7DDF"/>
    <w:rsid w:val="001E22D3"/>
    <w:rsid w:val="001E27E8"/>
    <w:rsid w:val="001E37F2"/>
    <w:rsid w:val="001E4591"/>
    <w:rsid w:val="001E5645"/>
    <w:rsid w:val="001E7CCC"/>
    <w:rsid w:val="001F0141"/>
    <w:rsid w:val="001F0427"/>
    <w:rsid w:val="001F0793"/>
    <w:rsid w:val="001F16D8"/>
    <w:rsid w:val="001F1A14"/>
    <w:rsid w:val="001F355E"/>
    <w:rsid w:val="001F39E0"/>
    <w:rsid w:val="001F4A3B"/>
    <w:rsid w:val="001F5276"/>
    <w:rsid w:val="001F5EC7"/>
    <w:rsid w:val="001F5EF3"/>
    <w:rsid w:val="002000FE"/>
    <w:rsid w:val="00200E90"/>
    <w:rsid w:val="00202E96"/>
    <w:rsid w:val="00203F17"/>
    <w:rsid w:val="0020529D"/>
    <w:rsid w:val="00211220"/>
    <w:rsid w:val="00216034"/>
    <w:rsid w:val="00216844"/>
    <w:rsid w:val="00220502"/>
    <w:rsid w:val="00221651"/>
    <w:rsid w:val="00223CCB"/>
    <w:rsid w:val="0022674C"/>
    <w:rsid w:val="0022760F"/>
    <w:rsid w:val="00234575"/>
    <w:rsid w:val="00234FE5"/>
    <w:rsid w:val="00235D79"/>
    <w:rsid w:val="002408E7"/>
    <w:rsid w:val="00240E22"/>
    <w:rsid w:val="00242987"/>
    <w:rsid w:val="002443BF"/>
    <w:rsid w:val="002457F9"/>
    <w:rsid w:val="00246BBC"/>
    <w:rsid w:val="002471CF"/>
    <w:rsid w:val="002517DA"/>
    <w:rsid w:val="002518C0"/>
    <w:rsid w:val="00251FC9"/>
    <w:rsid w:val="00252025"/>
    <w:rsid w:val="00252CFA"/>
    <w:rsid w:val="002533FF"/>
    <w:rsid w:val="00253552"/>
    <w:rsid w:val="00253758"/>
    <w:rsid w:val="00253E49"/>
    <w:rsid w:val="00254B1D"/>
    <w:rsid w:val="00254BB9"/>
    <w:rsid w:val="00255135"/>
    <w:rsid w:val="0025573B"/>
    <w:rsid w:val="00255D87"/>
    <w:rsid w:val="0025673F"/>
    <w:rsid w:val="00260532"/>
    <w:rsid w:val="0026115B"/>
    <w:rsid w:val="00267C34"/>
    <w:rsid w:val="00270AE4"/>
    <w:rsid w:val="0027178D"/>
    <w:rsid w:val="00271A12"/>
    <w:rsid w:val="00272DDF"/>
    <w:rsid w:val="00273A93"/>
    <w:rsid w:val="00277040"/>
    <w:rsid w:val="00277F7C"/>
    <w:rsid w:val="00281170"/>
    <w:rsid w:val="00282319"/>
    <w:rsid w:val="0028246D"/>
    <w:rsid w:val="002829BD"/>
    <w:rsid w:val="002852F7"/>
    <w:rsid w:val="0028541E"/>
    <w:rsid w:val="00285453"/>
    <w:rsid w:val="00285F42"/>
    <w:rsid w:val="00286A7B"/>
    <w:rsid w:val="00290350"/>
    <w:rsid w:val="00290399"/>
    <w:rsid w:val="00291D27"/>
    <w:rsid w:val="002933FE"/>
    <w:rsid w:val="002970C0"/>
    <w:rsid w:val="002A0602"/>
    <w:rsid w:val="002A0666"/>
    <w:rsid w:val="002A5109"/>
    <w:rsid w:val="002A539A"/>
    <w:rsid w:val="002A744A"/>
    <w:rsid w:val="002A786E"/>
    <w:rsid w:val="002B11D3"/>
    <w:rsid w:val="002B6223"/>
    <w:rsid w:val="002B77A4"/>
    <w:rsid w:val="002C093B"/>
    <w:rsid w:val="002C1054"/>
    <w:rsid w:val="002C206B"/>
    <w:rsid w:val="002C342D"/>
    <w:rsid w:val="002C3BEA"/>
    <w:rsid w:val="002C4185"/>
    <w:rsid w:val="002C4A0D"/>
    <w:rsid w:val="002C54D0"/>
    <w:rsid w:val="002C7A47"/>
    <w:rsid w:val="002C7DD0"/>
    <w:rsid w:val="002D057D"/>
    <w:rsid w:val="002D2534"/>
    <w:rsid w:val="002D2C2D"/>
    <w:rsid w:val="002D6A4F"/>
    <w:rsid w:val="002D7646"/>
    <w:rsid w:val="002D7926"/>
    <w:rsid w:val="002E07AD"/>
    <w:rsid w:val="002E0F75"/>
    <w:rsid w:val="002E24C8"/>
    <w:rsid w:val="002E4048"/>
    <w:rsid w:val="002E4B3C"/>
    <w:rsid w:val="002E4C34"/>
    <w:rsid w:val="002E59D2"/>
    <w:rsid w:val="002E5A2C"/>
    <w:rsid w:val="002E5D1F"/>
    <w:rsid w:val="002E5D86"/>
    <w:rsid w:val="002E5DE0"/>
    <w:rsid w:val="002F0486"/>
    <w:rsid w:val="002F2387"/>
    <w:rsid w:val="002F4E1B"/>
    <w:rsid w:val="002F5C7B"/>
    <w:rsid w:val="002F65A8"/>
    <w:rsid w:val="002F6FB9"/>
    <w:rsid w:val="003004CD"/>
    <w:rsid w:val="00300D7A"/>
    <w:rsid w:val="003035B7"/>
    <w:rsid w:val="003042AB"/>
    <w:rsid w:val="00310918"/>
    <w:rsid w:val="00311735"/>
    <w:rsid w:val="00312789"/>
    <w:rsid w:val="003128B0"/>
    <w:rsid w:val="00312EBF"/>
    <w:rsid w:val="003146A0"/>
    <w:rsid w:val="00315141"/>
    <w:rsid w:val="00315514"/>
    <w:rsid w:val="00316D1D"/>
    <w:rsid w:val="003205A1"/>
    <w:rsid w:val="00320EA2"/>
    <w:rsid w:val="00321210"/>
    <w:rsid w:val="0032224D"/>
    <w:rsid w:val="0032272D"/>
    <w:rsid w:val="00322D5D"/>
    <w:rsid w:val="00323D21"/>
    <w:rsid w:val="00325386"/>
    <w:rsid w:val="00325823"/>
    <w:rsid w:val="003265D0"/>
    <w:rsid w:val="00330C61"/>
    <w:rsid w:val="003323AD"/>
    <w:rsid w:val="0033254F"/>
    <w:rsid w:val="0033434C"/>
    <w:rsid w:val="003355E1"/>
    <w:rsid w:val="00337F7A"/>
    <w:rsid w:val="00337F96"/>
    <w:rsid w:val="003401BC"/>
    <w:rsid w:val="00343AD3"/>
    <w:rsid w:val="003442FA"/>
    <w:rsid w:val="00345CA7"/>
    <w:rsid w:val="00346065"/>
    <w:rsid w:val="00347EA9"/>
    <w:rsid w:val="0035330D"/>
    <w:rsid w:val="003541D3"/>
    <w:rsid w:val="003552EA"/>
    <w:rsid w:val="00355776"/>
    <w:rsid w:val="00355D19"/>
    <w:rsid w:val="0035718C"/>
    <w:rsid w:val="003632FB"/>
    <w:rsid w:val="00363E26"/>
    <w:rsid w:val="00364A98"/>
    <w:rsid w:val="00364C4B"/>
    <w:rsid w:val="003676B8"/>
    <w:rsid w:val="003703CA"/>
    <w:rsid w:val="003714BB"/>
    <w:rsid w:val="003715F4"/>
    <w:rsid w:val="00372517"/>
    <w:rsid w:val="00372797"/>
    <w:rsid w:val="003734AE"/>
    <w:rsid w:val="00375E94"/>
    <w:rsid w:val="003767F1"/>
    <w:rsid w:val="00376B49"/>
    <w:rsid w:val="0037744F"/>
    <w:rsid w:val="0037758E"/>
    <w:rsid w:val="00377FC7"/>
    <w:rsid w:val="00380D92"/>
    <w:rsid w:val="00381628"/>
    <w:rsid w:val="0038420F"/>
    <w:rsid w:val="003861CC"/>
    <w:rsid w:val="003875E2"/>
    <w:rsid w:val="00390146"/>
    <w:rsid w:val="00390CA0"/>
    <w:rsid w:val="00390CF2"/>
    <w:rsid w:val="0039227C"/>
    <w:rsid w:val="00392EDD"/>
    <w:rsid w:val="00393937"/>
    <w:rsid w:val="003945B0"/>
    <w:rsid w:val="00395856"/>
    <w:rsid w:val="00396C97"/>
    <w:rsid w:val="00396E71"/>
    <w:rsid w:val="003973EE"/>
    <w:rsid w:val="003A3AE4"/>
    <w:rsid w:val="003A6393"/>
    <w:rsid w:val="003B006C"/>
    <w:rsid w:val="003B061E"/>
    <w:rsid w:val="003B14C3"/>
    <w:rsid w:val="003B5DA7"/>
    <w:rsid w:val="003B5F02"/>
    <w:rsid w:val="003C0EA5"/>
    <w:rsid w:val="003C4409"/>
    <w:rsid w:val="003C68F0"/>
    <w:rsid w:val="003C799C"/>
    <w:rsid w:val="003D00D6"/>
    <w:rsid w:val="003D07ED"/>
    <w:rsid w:val="003D170F"/>
    <w:rsid w:val="003D1AB7"/>
    <w:rsid w:val="003D3EAB"/>
    <w:rsid w:val="003D4785"/>
    <w:rsid w:val="003D53D3"/>
    <w:rsid w:val="003D5FF0"/>
    <w:rsid w:val="003E08FC"/>
    <w:rsid w:val="003E155C"/>
    <w:rsid w:val="003E294C"/>
    <w:rsid w:val="003F211B"/>
    <w:rsid w:val="003F249B"/>
    <w:rsid w:val="003F3BF8"/>
    <w:rsid w:val="003F692C"/>
    <w:rsid w:val="00400311"/>
    <w:rsid w:val="00400381"/>
    <w:rsid w:val="00401318"/>
    <w:rsid w:val="0040162F"/>
    <w:rsid w:val="00401D3F"/>
    <w:rsid w:val="00401E0F"/>
    <w:rsid w:val="00404644"/>
    <w:rsid w:val="00405215"/>
    <w:rsid w:val="00406C57"/>
    <w:rsid w:val="00410633"/>
    <w:rsid w:val="00412AA9"/>
    <w:rsid w:val="0041316D"/>
    <w:rsid w:val="00413F08"/>
    <w:rsid w:val="004173C9"/>
    <w:rsid w:val="004174EC"/>
    <w:rsid w:val="0042070F"/>
    <w:rsid w:val="00422054"/>
    <w:rsid w:val="004238CE"/>
    <w:rsid w:val="0042410C"/>
    <w:rsid w:val="00424649"/>
    <w:rsid w:val="00424E96"/>
    <w:rsid w:val="00427204"/>
    <w:rsid w:val="004277D9"/>
    <w:rsid w:val="00430FCD"/>
    <w:rsid w:val="00433333"/>
    <w:rsid w:val="00433A17"/>
    <w:rsid w:val="00436B56"/>
    <w:rsid w:val="00441496"/>
    <w:rsid w:val="00442939"/>
    <w:rsid w:val="00442B69"/>
    <w:rsid w:val="004431B7"/>
    <w:rsid w:val="004437F0"/>
    <w:rsid w:val="00443A53"/>
    <w:rsid w:val="00445A06"/>
    <w:rsid w:val="00445F8E"/>
    <w:rsid w:val="00447B35"/>
    <w:rsid w:val="0045008E"/>
    <w:rsid w:val="00451A40"/>
    <w:rsid w:val="00451F58"/>
    <w:rsid w:val="00453F20"/>
    <w:rsid w:val="004657A1"/>
    <w:rsid w:val="00465B39"/>
    <w:rsid w:val="00466A6E"/>
    <w:rsid w:val="004701FC"/>
    <w:rsid w:val="00470745"/>
    <w:rsid w:val="00470EF5"/>
    <w:rsid w:val="004718AC"/>
    <w:rsid w:val="0047231A"/>
    <w:rsid w:val="00473237"/>
    <w:rsid w:val="004740E4"/>
    <w:rsid w:val="00474521"/>
    <w:rsid w:val="004753D3"/>
    <w:rsid w:val="00480E1A"/>
    <w:rsid w:val="00482EAF"/>
    <w:rsid w:val="00484D04"/>
    <w:rsid w:val="004871E3"/>
    <w:rsid w:val="00490225"/>
    <w:rsid w:val="0049150F"/>
    <w:rsid w:val="004932EA"/>
    <w:rsid w:val="004935D4"/>
    <w:rsid w:val="00493C9B"/>
    <w:rsid w:val="00496383"/>
    <w:rsid w:val="00496F84"/>
    <w:rsid w:val="0049784E"/>
    <w:rsid w:val="004A0574"/>
    <w:rsid w:val="004A0D5D"/>
    <w:rsid w:val="004A331B"/>
    <w:rsid w:val="004A3F22"/>
    <w:rsid w:val="004A4256"/>
    <w:rsid w:val="004A4546"/>
    <w:rsid w:val="004A7652"/>
    <w:rsid w:val="004B065A"/>
    <w:rsid w:val="004B090B"/>
    <w:rsid w:val="004B1011"/>
    <w:rsid w:val="004B2AC1"/>
    <w:rsid w:val="004B3B67"/>
    <w:rsid w:val="004B4803"/>
    <w:rsid w:val="004B48D3"/>
    <w:rsid w:val="004B49C6"/>
    <w:rsid w:val="004B546D"/>
    <w:rsid w:val="004B7DBC"/>
    <w:rsid w:val="004C0EA1"/>
    <w:rsid w:val="004C3F16"/>
    <w:rsid w:val="004C4277"/>
    <w:rsid w:val="004C4A38"/>
    <w:rsid w:val="004D020D"/>
    <w:rsid w:val="004D1F99"/>
    <w:rsid w:val="004D2992"/>
    <w:rsid w:val="004D3883"/>
    <w:rsid w:val="004D5407"/>
    <w:rsid w:val="004D5AC8"/>
    <w:rsid w:val="004E07A5"/>
    <w:rsid w:val="004E1BD0"/>
    <w:rsid w:val="004E2AB9"/>
    <w:rsid w:val="004E3236"/>
    <w:rsid w:val="004E563F"/>
    <w:rsid w:val="004F329A"/>
    <w:rsid w:val="004F3E2F"/>
    <w:rsid w:val="004F6A93"/>
    <w:rsid w:val="004F7BBE"/>
    <w:rsid w:val="0050001C"/>
    <w:rsid w:val="00501111"/>
    <w:rsid w:val="00502E89"/>
    <w:rsid w:val="0050479E"/>
    <w:rsid w:val="0051215B"/>
    <w:rsid w:val="005135D5"/>
    <w:rsid w:val="00515061"/>
    <w:rsid w:val="00516727"/>
    <w:rsid w:val="005169BD"/>
    <w:rsid w:val="00516B72"/>
    <w:rsid w:val="005178E5"/>
    <w:rsid w:val="005229D8"/>
    <w:rsid w:val="00523959"/>
    <w:rsid w:val="00523DC9"/>
    <w:rsid w:val="00525297"/>
    <w:rsid w:val="00527019"/>
    <w:rsid w:val="005303E9"/>
    <w:rsid w:val="0053071B"/>
    <w:rsid w:val="00530A09"/>
    <w:rsid w:val="0053199A"/>
    <w:rsid w:val="00532A4C"/>
    <w:rsid w:val="00533843"/>
    <w:rsid w:val="005339AD"/>
    <w:rsid w:val="0053487E"/>
    <w:rsid w:val="00534F86"/>
    <w:rsid w:val="00536E70"/>
    <w:rsid w:val="00536E71"/>
    <w:rsid w:val="005373CC"/>
    <w:rsid w:val="00543200"/>
    <w:rsid w:val="005436E8"/>
    <w:rsid w:val="00544131"/>
    <w:rsid w:val="0054509F"/>
    <w:rsid w:val="0054772F"/>
    <w:rsid w:val="005501D5"/>
    <w:rsid w:val="00551F5C"/>
    <w:rsid w:val="00554494"/>
    <w:rsid w:val="005556FA"/>
    <w:rsid w:val="0055655A"/>
    <w:rsid w:val="00557BE0"/>
    <w:rsid w:val="005604E0"/>
    <w:rsid w:val="00560568"/>
    <w:rsid w:val="005607EB"/>
    <w:rsid w:val="00560C20"/>
    <w:rsid w:val="00561524"/>
    <w:rsid w:val="00563D20"/>
    <w:rsid w:val="005646AF"/>
    <w:rsid w:val="005649C2"/>
    <w:rsid w:val="00565105"/>
    <w:rsid w:val="005710FD"/>
    <w:rsid w:val="00572DEC"/>
    <w:rsid w:val="00573398"/>
    <w:rsid w:val="005734FE"/>
    <w:rsid w:val="00576BE0"/>
    <w:rsid w:val="005775DB"/>
    <w:rsid w:val="00580EDF"/>
    <w:rsid w:val="005824AF"/>
    <w:rsid w:val="00583B76"/>
    <w:rsid w:val="00583EFA"/>
    <w:rsid w:val="00584278"/>
    <w:rsid w:val="005852DE"/>
    <w:rsid w:val="0059081E"/>
    <w:rsid w:val="00594F53"/>
    <w:rsid w:val="0059699A"/>
    <w:rsid w:val="00597EB5"/>
    <w:rsid w:val="00597F0A"/>
    <w:rsid w:val="005A01CD"/>
    <w:rsid w:val="005A0DB9"/>
    <w:rsid w:val="005A3932"/>
    <w:rsid w:val="005A5467"/>
    <w:rsid w:val="005B442F"/>
    <w:rsid w:val="005B5D5D"/>
    <w:rsid w:val="005B5DB2"/>
    <w:rsid w:val="005B7A46"/>
    <w:rsid w:val="005C02A2"/>
    <w:rsid w:val="005C0AB8"/>
    <w:rsid w:val="005C1D30"/>
    <w:rsid w:val="005C39DF"/>
    <w:rsid w:val="005C56EE"/>
    <w:rsid w:val="005C66D8"/>
    <w:rsid w:val="005C7FF3"/>
    <w:rsid w:val="005D2CBF"/>
    <w:rsid w:val="005D6604"/>
    <w:rsid w:val="005D73B7"/>
    <w:rsid w:val="005D749C"/>
    <w:rsid w:val="005D76C0"/>
    <w:rsid w:val="005D7840"/>
    <w:rsid w:val="005D7E5E"/>
    <w:rsid w:val="005E3372"/>
    <w:rsid w:val="005E5ED0"/>
    <w:rsid w:val="005E7648"/>
    <w:rsid w:val="005F145A"/>
    <w:rsid w:val="005F2A5C"/>
    <w:rsid w:val="005F2B60"/>
    <w:rsid w:val="005F36D1"/>
    <w:rsid w:val="005F668F"/>
    <w:rsid w:val="0060337F"/>
    <w:rsid w:val="00603392"/>
    <w:rsid w:val="006041AD"/>
    <w:rsid w:val="00605A54"/>
    <w:rsid w:val="006103C0"/>
    <w:rsid w:val="00611F59"/>
    <w:rsid w:val="0061302E"/>
    <w:rsid w:val="00614D60"/>
    <w:rsid w:val="00621F5C"/>
    <w:rsid w:val="00623C58"/>
    <w:rsid w:val="006274C7"/>
    <w:rsid w:val="00627627"/>
    <w:rsid w:val="006276F8"/>
    <w:rsid w:val="00630C71"/>
    <w:rsid w:val="006314BE"/>
    <w:rsid w:val="00633976"/>
    <w:rsid w:val="006374E4"/>
    <w:rsid w:val="006375BF"/>
    <w:rsid w:val="00640B32"/>
    <w:rsid w:val="00641C68"/>
    <w:rsid w:val="006422C5"/>
    <w:rsid w:val="0064356F"/>
    <w:rsid w:val="00646EB0"/>
    <w:rsid w:val="006478EB"/>
    <w:rsid w:val="00651E7F"/>
    <w:rsid w:val="006606CE"/>
    <w:rsid w:val="006608AF"/>
    <w:rsid w:val="00662DAC"/>
    <w:rsid w:val="006749CD"/>
    <w:rsid w:val="00674A98"/>
    <w:rsid w:val="00674D73"/>
    <w:rsid w:val="006757BD"/>
    <w:rsid w:val="00675A60"/>
    <w:rsid w:val="006761FE"/>
    <w:rsid w:val="006769E5"/>
    <w:rsid w:val="00677FBC"/>
    <w:rsid w:val="00683726"/>
    <w:rsid w:val="0068373C"/>
    <w:rsid w:val="006838E1"/>
    <w:rsid w:val="00683CB1"/>
    <w:rsid w:val="00684A82"/>
    <w:rsid w:val="006852A1"/>
    <w:rsid w:val="00685F00"/>
    <w:rsid w:val="0068631F"/>
    <w:rsid w:val="00686F98"/>
    <w:rsid w:val="006911CC"/>
    <w:rsid w:val="006911F1"/>
    <w:rsid w:val="00692065"/>
    <w:rsid w:val="00692958"/>
    <w:rsid w:val="006937EE"/>
    <w:rsid w:val="006970AE"/>
    <w:rsid w:val="006A1652"/>
    <w:rsid w:val="006A5BBB"/>
    <w:rsid w:val="006A6D2A"/>
    <w:rsid w:val="006A7058"/>
    <w:rsid w:val="006B0B9D"/>
    <w:rsid w:val="006B24DB"/>
    <w:rsid w:val="006B2520"/>
    <w:rsid w:val="006B292D"/>
    <w:rsid w:val="006B420C"/>
    <w:rsid w:val="006B44C5"/>
    <w:rsid w:val="006B5AAE"/>
    <w:rsid w:val="006B664C"/>
    <w:rsid w:val="006B6971"/>
    <w:rsid w:val="006B70BC"/>
    <w:rsid w:val="006B7963"/>
    <w:rsid w:val="006C1C4D"/>
    <w:rsid w:val="006C328B"/>
    <w:rsid w:val="006C53D7"/>
    <w:rsid w:val="006C652D"/>
    <w:rsid w:val="006D19DD"/>
    <w:rsid w:val="006D3A07"/>
    <w:rsid w:val="006D4E84"/>
    <w:rsid w:val="006D57FE"/>
    <w:rsid w:val="006E2770"/>
    <w:rsid w:val="006E2B5C"/>
    <w:rsid w:val="006E3A37"/>
    <w:rsid w:val="006E477F"/>
    <w:rsid w:val="006E58CD"/>
    <w:rsid w:val="006E66A5"/>
    <w:rsid w:val="006E736F"/>
    <w:rsid w:val="006E7BC6"/>
    <w:rsid w:val="006E7D8C"/>
    <w:rsid w:val="006F0AED"/>
    <w:rsid w:val="006F0E80"/>
    <w:rsid w:val="006F3ED0"/>
    <w:rsid w:val="006F56CB"/>
    <w:rsid w:val="006F5776"/>
    <w:rsid w:val="006F6E7B"/>
    <w:rsid w:val="006F7AB9"/>
    <w:rsid w:val="007001F1"/>
    <w:rsid w:val="007006B1"/>
    <w:rsid w:val="00701F57"/>
    <w:rsid w:val="00703850"/>
    <w:rsid w:val="007112C1"/>
    <w:rsid w:val="00711D90"/>
    <w:rsid w:val="007126E7"/>
    <w:rsid w:val="00713F9E"/>
    <w:rsid w:val="00714A8B"/>
    <w:rsid w:val="00716AC6"/>
    <w:rsid w:val="00716F17"/>
    <w:rsid w:val="007204BE"/>
    <w:rsid w:val="00721EE0"/>
    <w:rsid w:val="00723A39"/>
    <w:rsid w:val="00724F80"/>
    <w:rsid w:val="00725026"/>
    <w:rsid w:val="00725886"/>
    <w:rsid w:val="007264F0"/>
    <w:rsid w:val="00727115"/>
    <w:rsid w:val="00727422"/>
    <w:rsid w:val="00727915"/>
    <w:rsid w:val="00727BF1"/>
    <w:rsid w:val="00730522"/>
    <w:rsid w:val="007319AD"/>
    <w:rsid w:val="00734043"/>
    <w:rsid w:val="0073491E"/>
    <w:rsid w:val="00736750"/>
    <w:rsid w:val="007377EE"/>
    <w:rsid w:val="007409AB"/>
    <w:rsid w:val="00740B3B"/>
    <w:rsid w:val="007414A6"/>
    <w:rsid w:val="00742562"/>
    <w:rsid w:val="007434AF"/>
    <w:rsid w:val="00743656"/>
    <w:rsid w:val="00744DD0"/>
    <w:rsid w:val="00745B1F"/>
    <w:rsid w:val="00750C03"/>
    <w:rsid w:val="00752479"/>
    <w:rsid w:val="00752DF4"/>
    <w:rsid w:val="00753AE6"/>
    <w:rsid w:val="0075400A"/>
    <w:rsid w:val="00754418"/>
    <w:rsid w:val="00754538"/>
    <w:rsid w:val="00754E72"/>
    <w:rsid w:val="00754EC2"/>
    <w:rsid w:val="00756398"/>
    <w:rsid w:val="00756697"/>
    <w:rsid w:val="0076099A"/>
    <w:rsid w:val="00761673"/>
    <w:rsid w:val="00766A25"/>
    <w:rsid w:val="007675D7"/>
    <w:rsid w:val="00771D83"/>
    <w:rsid w:val="00772298"/>
    <w:rsid w:val="00772A28"/>
    <w:rsid w:val="0077437A"/>
    <w:rsid w:val="0077696B"/>
    <w:rsid w:val="00776CAF"/>
    <w:rsid w:val="0078091E"/>
    <w:rsid w:val="007826BF"/>
    <w:rsid w:val="00783A9C"/>
    <w:rsid w:val="00785B98"/>
    <w:rsid w:val="007861C5"/>
    <w:rsid w:val="00790E5B"/>
    <w:rsid w:val="007912B7"/>
    <w:rsid w:val="00794937"/>
    <w:rsid w:val="00794E43"/>
    <w:rsid w:val="007978BE"/>
    <w:rsid w:val="007A5131"/>
    <w:rsid w:val="007A60E0"/>
    <w:rsid w:val="007B2CEC"/>
    <w:rsid w:val="007B421A"/>
    <w:rsid w:val="007B5583"/>
    <w:rsid w:val="007B6541"/>
    <w:rsid w:val="007B740D"/>
    <w:rsid w:val="007B75DB"/>
    <w:rsid w:val="007B79CC"/>
    <w:rsid w:val="007C4265"/>
    <w:rsid w:val="007C4962"/>
    <w:rsid w:val="007C4C5D"/>
    <w:rsid w:val="007C50F9"/>
    <w:rsid w:val="007C78A6"/>
    <w:rsid w:val="007D13F3"/>
    <w:rsid w:val="007D39B4"/>
    <w:rsid w:val="007D3BC8"/>
    <w:rsid w:val="007D4AEE"/>
    <w:rsid w:val="007D5DF9"/>
    <w:rsid w:val="007D74CF"/>
    <w:rsid w:val="007D7793"/>
    <w:rsid w:val="007E24D4"/>
    <w:rsid w:val="007E2BBE"/>
    <w:rsid w:val="007E5971"/>
    <w:rsid w:val="007E751B"/>
    <w:rsid w:val="007F0A37"/>
    <w:rsid w:val="007F2CBC"/>
    <w:rsid w:val="007F4567"/>
    <w:rsid w:val="007F4FEF"/>
    <w:rsid w:val="007F5AAB"/>
    <w:rsid w:val="007F6F76"/>
    <w:rsid w:val="007F7053"/>
    <w:rsid w:val="007F761D"/>
    <w:rsid w:val="007F7E95"/>
    <w:rsid w:val="00800D23"/>
    <w:rsid w:val="00802C90"/>
    <w:rsid w:val="008044E0"/>
    <w:rsid w:val="00810BE2"/>
    <w:rsid w:val="00810E26"/>
    <w:rsid w:val="008130CC"/>
    <w:rsid w:val="00814934"/>
    <w:rsid w:val="0081500B"/>
    <w:rsid w:val="00815A50"/>
    <w:rsid w:val="00816269"/>
    <w:rsid w:val="008215F6"/>
    <w:rsid w:val="00822D06"/>
    <w:rsid w:val="008238F8"/>
    <w:rsid w:val="00824249"/>
    <w:rsid w:val="00824643"/>
    <w:rsid w:val="008246E0"/>
    <w:rsid w:val="00824C87"/>
    <w:rsid w:val="00825B98"/>
    <w:rsid w:val="00826542"/>
    <w:rsid w:val="00826604"/>
    <w:rsid w:val="008268C4"/>
    <w:rsid w:val="00827A8F"/>
    <w:rsid w:val="00827B65"/>
    <w:rsid w:val="00830AD9"/>
    <w:rsid w:val="00830E16"/>
    <w:rsid w:val="0083160E"/>
    <w:rsid w:val="00832C1E"/>
    <w:rsid w:val="00832F0B"/>
    <w:rsid w:val="00833C45"/>
    <w:rsid w:val="00837B73"/>
    <w:rsid w:val="00837E8E"/>
    <w:rsid w:val="00840DE7"/>
    <w:rsid w:val="00841CBA"/>
    <w:rsid w:val="00842625"/>
    <w:rsid w:val="00842732"/>
    <w:rsid w:val="008436A3"/>
    <w:rsid w:val="008436AE"/>
    <w:rsid w:val="00844292"/>
    <w:rsid w:val="00845380"/>
    <w:rsid w:val="008459A7"/>
    <w:rsid w:val="008469B4"/>
    <w:rsid w:val="0085036B"/>
    <w:rsid w:val="00851166"/>
    <w:rsid w:val="00853C0E"/>
    <w:rsid w:val="0085426A"/>
    <w:rsid w:val="0085506C"/>
    <w:rsid w:val="0085519D"/>
    <w:rsid w:val="0085571F"/>
    <w:rsid w:val="008563D7"/>
    <w:rsid w:val="00860145"/>
    <w:rsid w:val="008610EE"/>
    <w:rsid w:val="008625C4"/>
    <w:rsid w:val="00864688"/>
    <w:rsid w:val="00864D2E"/>
    <w:rsid w:val="00864E00"/>
    <w:rsid w:val="008707A6"/>
    <w:rsid w:val="00870801"/>
    <w:rsid w:val="008710BF"/>
    <w:rsid w:val="008719BF"/>
    <w:rsid w:val="00871D49"/>
    <w:rsid w:val="00872352"/>
    <w:rsid w:val="00872420"/>
    <w:rsid w:val="00872CAA"/>
    <w:rsid w:val="00873683"/>
    <w:rsid w:val="00874F2C"/>
    <w:rsid w:val="008764B0"/>
    <w:rsid w:val="00880054"/>
    <w:rsid w:val="00880855"/>
    <w:rsid w:val="00882C5F"/>
    <w:rsid w:val="00885041"/>
    <w:rsid w:val="00885247"/>
    <w:rsid w:val="00885368"/>
    <w:rsid w:val="0088684A"/>
    <w:rsid w:val="00887C9C"/>
    <w:rsid w:val="008904D6"/>
    <w:rsid w:val="00891C2C"/>
    <w:rsid w:val="00891EBF"/>
    <w:rsid w:val="00894610"/>
    <w:rsid w:val="0089561B"/>
    <w:rsid w:val="00895AB3"/>
    <w:rsid w:val="008961C6"/>
    <w:rsid w:val="008973B4"/>
    <w:rsid w:val="0089796A"/>
    <w:rsid w:val="008A006A"/>
    <w:rsid w:val="008A3552"/>
    <w:rsid w:val="008A3943"/>
    <w:rsid w:val="008A422D"/>
    <w:rsid w:val="008A48AA"/>
    <w:rsid w:val="008A4D0E"/>
    <w:rsid w:val="008A5C36"/>
    <w:rsid w:val="008A6896"/>
    <w:rsid w:val="008A7A11"/>
    <w:rsid w:val="008A7B86"/>
    <w:rsid w:val="008A7D13"/>
    <w:rsid w:val="008B12EF"/>
    <w:rsid w:val="008B3D31"/>
    <w:rsid w:val="008B4312"/>
    <w:rsid w:val="008B6C32"/>
    <w:rsid w:val="008B73C8"/>
    <w:rsid w:val="008B7624"/>
    <w:rsid w:val="008B7835"/>
    <w:rsid w:val="008B7918"/>
    <w:rsid w:val="008C0D60"/>
    <w:rsid w:val="008C2341"/>
    <w:rsid w:val="008C2A46"/>
    <w:rsid w:val="008C4C3D"/>
    <w:rsid w:val="008C6A58"/>
    <w:rsid w:val="008D2825"/>
    <w:rsid w:val="008D4092"/>
    <w:rsid w:val="008D5911"/>
    <w:rsid w:val="008E0873"/>
    <w:rsid w:val="008E267E"/>
    <w:rsid w:val="008E2ED4"/>
    <w:rsid w:val="008E3859"/>
    <w:rsid w:val="008F1AA2"/>
    <w:rsid w:val="008F235D"/>
    <w:rsid w:val="008F3256"/>
    <w:rsid w:val="008F37AC"/>
    <w:rsid w:val="008F5E67"/>
    <w:rsid w:val="008F622A"/>
    <w:rsid w:val="008F67D1"/>
    <w:rsid w:val="00900860"/>
    <w:rsid w:val="00901798"/>
    <w:rsid w:val="00901ECF"/>
    <w:rsid w:val="0090295C"/>
    <w:rsid w:val="00903315"/>
    <w:rsid w:val="0090347F"/>
    <w:rsid w:val="00903541"/>
    <w:rsid w:val="009035B1"/>
    <w:rsid w:val="009062AB"/>
    <w:rsid w:val="0090632B"/>
    <w:rsid w:val="00906350"/>
    <w:rsid w:val="00907EE3"/>
    <w:rsid w:val="00911881"/>
    <w:rsid w:val="00912437"/>
    <w:rsid w:val="00912567"/>
    <w:rsid w:val="009126FD"/>
    <w:rsid w:val="00912F27"/>
    <w:rsid w:val="009139BC"/>
    <w:rsid w:val="00915DAE"/>
    <w:rsid w:val="009164E9"/>
    <w:rsid w:val="00921D27"/>
    <w:rsid w:val="0092209E"/>
    <w:rsid w:val="00924B27"/>
    <w:rsid w:val="00925E74"/>
    <w:rsid w:val="0093075F"/>
    <w:rsid w:val="009344DC"/>
    <w:rsid w:val="009345B9"/>
    <w:rsid w:val="00935651"/>
    <w:rsid w:val="009363DD"/>
    <w:rsid w:val="00936786"/>
    <w:rsid w:val="00940AB9"/>
    <w:rsid w:val="00941324"/>
    <w:rsid w:val="009419C9"/>
    <w:rsid w:val="00941ED9"/>
    <w:rsid w:val="00947F85"/>
    <w:rsid w:val="009506BB"/>
    <w:rsid w:val="00950AB9"/>
    <w:rsid w:val="009514E3"/>
    <w:rsid w:val="00953150"/>
    <w:rsid w:val="00953ABE"/>
    <w:rsid w:val="00953C46"/>
    <w:rsid w:val="00954218"/>
    <w:rsid w:val="0095478F"/>
    <w:rsid w:val="009548D2"/>
    <w:rsid w:val="00956053"/>
    <w:rsid w:val="00960546"/>
    <w:rsid w:val="00960D05"/>
    <w:rsid w:val="00962B7E"/>
    <w:rsid w:val="00962F10"/>
    <w:rsid w:val="009637B0"/>
    <w:rsid w:val="00964C00"/>
    <w:rsid w:val="0096511A"/>
    <w:rsid w:val="00970C40"/>
    <w:rsid w:val="009713E6"/>
    <w:rsid w:val="00972EE1"/>
    <w:rsid w:val="009738B3"/>
    <w:rsid w:val="00974884"/>
    <w:rsid w:val="00975409"/>
    <w:rsid w:val="0097712C"/>
    <w:rsid w:val="0098136C"/>
    <w:rsid w:val="00984A6A"/>
    <w:rsid w:val="00985B88"/>
    <w:rsid w:val="0098681B"/>
    <w:rsid w:val="00986868"/>
    <w:rsid w:val="009910D6"/>
    <w:rsid w:val="00992525"/>
    <w:rsid w:val="009926F9"/>
    <w:rsid w:val="0099461F"/>
    <w:rsid w:val="009955BE"/>
    <w:rsid w:val="009A0E5B"/>
    <w:rsid w:val="009A2003"/>
    <w:rsid w:val="009A218C"/>
    <w:rsid w:val="009A5577"/>
    <w:rsid w:val="009B26B1"/>
    <w:rsid w:val="009B43C0"/>
    <w:rsid w:val="009B624D"/>
    <w:rsid w:val="009C1AF1"/>
    <w:rsid w:val="009C548C"/>
    <w:rsid w:val="009D3043"/>
    <w:rsid w:val="009D54E0"/>
    <w:rsid w:val="009D5579"/>
    <w:rsid w:val="009D56C0"/>
    <w:rsid w:val="009D613E"/>
    <w:rsid w:val="009D61A8"/>
    <w:rsid w:val="009D7137"/>
    <w:rsid w:val="009E25B7"/>
    <w:rsid w:val="009E3143"/>
    <w:rsid w:val="009E32E3"/>
    <w:rsid w:val="009E3726"/>
    <w:rsid w:val="009E37C1"/>
    <w:rsid w:val="009E3D6B"/>
    <w:rsid w:val="009E498F"/>
    <w:rsid w:val="009E4A23"/>
    <w:rsid w:val="009F0382"/>
    <w:rsid w:val="009F0838"/>
    <w:rsid w:val="009F1324"/>
    <w:rsid w:val="009F1798"/>
    <w:rsid w:val="009F3812"/>
    <w:rsid w:val="009F3B9B"/>
    <w:rsid w:val="009F4ECE"/>
    <w:rsid w:val="00A004A5"/>
    <w:rsid w:val="00A00AF2"/>
    <w:rsid w:val="00A00F85"/>
    <w:rsid w:val="00A01129"/>
    <w:rsid w:val="00A0132C"/>
    <w:rsid w:val="00A01CBD"/>
    <w:rsid w:val="00A02DF6"/>
    <w:rsid w:val="00A03C7D"/>
    <w:rsid w:val="00A04452"/>
    <w:rsid w:val="00A04FC6"/>
    <w:rsid w:val="00A05D25"/>
    <w:rsid w:val="00A06431"/>
    <w:rsid w:val="00A11342"/>
    <w:rsid w:val="00A114A3"/>
    <w:rsid w:val="00A13322"/>
    <w:rsid w:val="00A20523"/>
    <w:rsid w:val="00A2155A"/>
    <w:rsid w:val="00A21B28"/>
    <w:rsid w:val="00A2307B"/>
    <w:rsid w:val="00A271E7"/>
    <w:rsid w:val="00A304E8"/>
    <w:rsid w:val="00A30AB6"/>
    <w:rsid w:val="00A30CB2"/>
    <w:rsid w:val="00A318C4"/>
    <w:rsid w:val="00A31D91"/>
    <w:rsid w:val="00A32866"/>
    <w:rsid w:val="00A330A1"/>
    <w:rsid w:val="00A3527D"/>
    <w:rsid w:val="00A35892"/>
    <w:rsid w:val="00A3756B"/>
    <w:rsid w:val="00A438FA"/>
    <w:rsid w:val="00A43C58"/>
    <w:rsid w:val="00A45927"/>
    <w:rsid w:val="00A45BF9"/>
    <w:rsid w:val="00A46E2C"/>
    <w:rsid w:val="00A546D8"/>
    <w:rsid w:val="00A552F4"/>
    <w:rsid w:val="00A55AF8"/>
    <w:rsid w:val="00A6465D"/>
    <w:rsid w:val="00A65295"/>
    <w:rsid w:val="00A65E1A"/>
    <w:rsid w:val="00A674B3"/>
    <w:rsid w:val="00A67BE7"/>
    <w:rsid w:val="00A725DC"/>
    <w:rsid w:val="00A741B8"/>
    <w:rsid w:val="00A74A93"/>
    <w:rsid w:val="00A756EF"/>
    <w:rsid w:val="00A80262"/>
    <w:rsid w:val="00A80AB8"/>
    <w:rsid w:val="00A8621E"/>
    <w:rsid w:val="00A86581"/>
    <w:rsid w:val="00A86A93"/>
    <w:rsid w:val="00A87FA1"/>
    <w:rsid w:val="00A90C56"/>
    <w:rsid w:val="00A93F02"/>
    <w:rsid w:val="00A957B3"/>
    <w:rsid w:val="00A95BC3"/>
    <w:rsid w:val="00A9729A"/>
    <w:rsid w:val="00AA0407"/>
    <w:rsid w:val="00AA0630"/>
    <w:rsid w:val="00AA0C55"/>
    <w:rsid w:val="00AA16B0"/>
    <w:rsid w:val="00AA3896"/>
    <w:rsid w:val="00AA6342"/>
    <w:rsid w:val="00AA7BFE"/>
    <w:rsid w:val="00AB11D5"/>
    <w:rsid w:val="00AB2A13"/>
    <w:rsid w:val="00AB2C8C"/>
    <w:rsid w:val="00AB3630"/>
    <w:rsid w:val="00AB3A40"/>
    <w:rsid w:val="00AB3A52"/>
    <w:rsid w:val="00AB3E2A"/>
    <w:rsid w:val="00AB4310"/>
    <w:rsid w:val="00AB7652"/>
    <w:rsid w:val="00AC020E"/>
    <w:rsid w:val="00AC0342"/>
    <w:rsid w:val="00AC4370"/>
    <w:rsid w:val="00AC566C"/>
    <w:rsid w:val="00AC619D"/>
    <w:rsid w:val="00AC6747"/>
    <w:rsid w:val="00AD01E8"/>
    <w:rsid w:val="00AD08FD"/>
    <w:rsid w:val="00AD0A49"/>
    <w:rsid w:val="00AD1D8C"/>
    <w:rsid w:val="00AD2A8B"/>
    <w:rsid w:val="00AD63D4"/>
    <w:rsid w:val="00AE12B3"/>
    <w:rsid w:val="00AE12D0"/>
    <w:rsid w:val="00AE2196"/>
    <w:rsid w:val="00AE2B3B"/>
    <w:rsid w:val="00AE4418"/>
    <w:rsid w:val="00AE4E76"/>
    <w:rsid w:val="00AE559C"/>
    <w:rsid w:val="00AE5B4A"/>
    <w:rsid w:val="00AF002A"/>
    <w:rsid w:val="00AF0D04"/>
    <w:rsid w:val="00AF1F39"/>
    <w:rsid w:val="00AF4595"/>
    <w:rsid w:val="00AF4987"/>
    <w:rsid w:val="00AF5EC8"/>
    <w:rsid w:val="00AF6B46"/>
    <w:rsid w:val="00B0186E"/>
    <w:rsid w:val="00B0214E"/>
    <w:rsid w:val="00B075E7"/>
    <w:rsid w:val="00B10DF3"/>
    <w:rsid w:val="00B121E6"/>
    <w:rsid w:val="00B12E33"/>
    <w:rsid w:val="00B13341"/>
    <w:rsid w:val="00B14BAC"/>
    <w:rsid w:val="00B1536A"/>
    <w:rsid w:val="00B158F1"/>
    <w:rsid w:val="00B16A81"/>
    <w:rsid w:val="00B2116A"/>
    <w:rsid w:val="00B21687"/>
    <w:rsid w:val="00B2210A"/>
    <w:rsid w:val="00B24377"/>
    <w:rsid w:val="00B24E85"/>
    <w:rsid w:val="00B25103"/>
    <w:rsid w:val="00B26021"/>
    <w:rsid w:val="00B2608F"/>
    <w:rsid w:val="00B26817"/>
    <w:rsid w:val="00B2712C"/>
    <w:rsid w:val="00B30C3E"/>
    <w:rsid w:val="00B335CF"/>
    <w:rsid w:val="00B3446B"/>
    <w:rsid w:val="00B34864"/>
    <w:rsid w:val="00B355D8"/>
    <w:rsid w:val="00B358F8"/>
    <w:rsid w:val="00B36695"/>
    <w:rsid w:val="00B369EF"/>
    <w:rsid w:val="00B44EEC"/>
    <w:rsid w:val="00B464F3"/>
    <w:rsid w:val="00B474D2"/>
    <w:rsid w:val="00B47646"/>
    <w:rsid w:val="00B47CA7"/>
    <w:rsid w:val="00B47F2C"/>
    <w:rsid w:val="00B47F7D"/>
    <w:rsid w:val="00B510B8"/>
    <w:rsid w:val="00B52388"/>
    <w:rsid w:val="00B53B5D"/>
    <w:rsid w:val="00B55403"/>
    <w:rsid w:val="00B56F4A"/>
    <w:rsid w:val="00B6376F"/>
    <w:rsid w:val="00B67097"/>
    <w:rsid w:val="00B70E94"/>
    <w:rsid w:val="00B72A28"/>
    <w:rsid w:val="00B73909"/>
    <w:rsid w:val="00B73C2C"/>
    <w:rsid w:val="00B73DC6"/>
    <w:rsid w:val="00B743B2"/>
    <w:rsid w:val="00B750B0"/>
    <w:rsid w:val="00B752E5"/>
    <w:rsid w:val="00B7693E"/>
    <w:rsid w:val="00B76B16"/>
    <w:rsid w:val="00B76DA6"/>
    <w:rsid w:val="00B8027D"/>
    <w:rsid w:val="00B80895"/>
    <w:rsid w:val="00B80D73"/>
    <w:rsid w:val="00B80EFC"/>
    <w:rsid w:val="00B8127E"/>
    <w:rsid w:val="00B8290C"/>
    <w:rsid w:val="00B836C0"/>
    <w:rsid w:val="00B83F22"/>
    <w:rsid w:val="00B85F07"/>
    <w:rsid w:val="00B86F38"/>
    <w:rsid w:val="00B87BCA"/>
    <w:rsid w:val="00B90AB5"/>
    <w:rsid w:val="00B91F0B"/>
    <w:rsid w:val="00B926EF"/>
    <w:rsid w:val="00B931A4"/>
    <w:rsid w:val="00B95A08"/>
    <w:rsid w:val="00B95A6F"/>
    <w:rsid w:val="00B95BC4"/>
    <w:rsid w:val="00BA15A8"/>
    <w:rsid w:val="00BA223F"/>
    <w:rsid w:val="00BA2862"/>
    <w:rsid w:val="00BA2F5E"/>
    <w:rsid w:val="00BA4810"/>
    <w:rsid w:val="00BA48B1"/>
    <w:rsid w:val="00BA4BF4"/>
    <w:rsid w:val="00BA4F0F"/>
    <w:rsid w:val="00BA5143"/>
    <w:rsid w:val="00BA6726"/>
    <w:rsid w:val="00BA6836"/>
    <w:rsid w:val="00BA72ED"/>
    <w:rsid w:val="00BA74AA"/>
    <w:rsid w:val="00BA76E7"/>
    <w:rsid w:val="00BA7C70"/>
    <w:rsid w:val="00BB0494"/>
    <w:rsid w:val="00BB0794"/>
    <w:rsid w:val="00BB0C36"/>
    <w:rsid w:val="00BB6A94"/>
    <w:rsid w:val="00BB6D2C"/>
    <w:rsid w:val="00BB6FE9"/>
    <w:rsid w:val="00BC3006"/>
    <w:rsid w:val="00BC3AFA"/>
    <w:rsid w:val="00BC5683"/>
    <w:rsid w:val="00BC6ED5"/>
    <w:rsid w:val="00BD12C1"/>
    <w:rsid w:val="00BD3827"/>
    <w:rsid w:val="00BD547F"/>
    <w:rsid w:val="00BE0EFD"/>
    <w:rsid w:val="00BE11ED"/>
    <w:rsid w:val="00BE1984"/>
    <w:rsid w:val="00BE29F6"/>
    <w:rsid w:val="00BE2EA1"/>
    <w:rsid w:val="00BE5625"/>
    <w:rsid w:val="00BE5C78"/>
    <w:rsid w:val="00BE5CDD"/>
    <w:rsid w:val="00BE655F"/>
    <w:rsid w:val="00BF23F1"/>
    <w:rsid w:val="00BF32A1"/>
    <w:rsid w:val="00BF4532"/>
    <w:rsid w:val="00C02C20"/>
    <w:rsid w:val="00C0323F"/>
    <w:rsid w:val="00C05BCF"/>
    <w:rsid w:val="00C072D6"/>
    <w:rsid w:val="00C10278"/>
    <w:rsid w:val="00C10F18"/>
    <w:rsid w:val="00C11B00"/>
    <w:rsid w:val="00C13A75"/>
    <w:rsid w:val="00C14157"/>
    <w:rsid w:val="00C169C8"/>
    <w:rsid w:val="00C17972"/>
    <w:rsid w:val="00C2077A"/>
    <w:rsid w:val="00C225F4"/>
    <w:rsid w:val="00C22C20"/>
    <w:rsid w:val="00C24933"/>
    <w:rsid w:val="00C25948"/>
    <w:rsid w:val="00C25EDE"/>
    <w:rsid w:val="00C26429"/>
    <w:rsid w:val="00C26871"/>
    <w:rsid w:val="00C27223"/>
    <w:rsid w:val="00C37A65"/>
    <w:rsid w:val="00C419EC"/>
    <w:rsid w:val="00C4279C"/>
    <w:rsid w:val="00C434C2"/>
    <w:rsid w:val="00C501D6"/>
    <w:rsid w:val="00C51BD4"/>
    <w:rsid w:val="00C5560B"/>
    <w:rsid w:val="00C56D47"/>
    <w:rsid w:val="00C600EF"/>
    <w:rsid w:val="00C606A8"/>
    <w:rsid w:val="00C640E8"/>
    <w:rsid w:val="00C64E7E"/>
    <w:rsid w:val="00C65CF0"/>
    <w:rsid w:val="00C67082"/>
    <w:rsid w:val="00C71D03"/>
    <w:rsid w:val="00C73D3D"/>
    <w:rsid w:val="00C74233"/>
    <w:rsid w:val="00C7489A"/>
    <w:rsid w:val="00C81B1C"/>
    <w:rsid w:val="00C8317D"/>
    <w:rsid w:val="00C841BD"/>
    <w:rsid w:val="00C84E5C"/>
    <w:rsid w:val="00C853D3"/>
    <w:rsid w:val="00C85556"/>
    <w:rsid w:val="00C85985"/>
    <w:rsid w:val="00C90855"/>
    <w:rsid w:val="00C96573"/>
    <w:rsid w:val="00C96C6F"/>
    <w:rsid w:val="00CA0101"/>
    <w:rsid w:val="00CA0E12"/>
    <w:rsid w:val="00CA32A9"/>
    <w:rsid w:val="00CA4672"/>
    <w:rsid w:val="00CA52EB"/>
    <w:rsid w:val="00CA599D"/>
    <w:rsid w:val="00CA792C"/>
    <w:rsid w:val="00CB220C"/>
    <w:rsid w:val="00CB2AE0"/>
    <w:rsid w:val="00CB3851"/>
    <w:rsid w:val="00CB42A6"/>
    <w:rsid w:val="00CB4BB3"/>
    <w:rsid w:val="00CB50D5"/>
    <w:rsid w:val="00CC10CF"/>
    <w:rsid w:val="00CC4506"/>
    <w:rsid w:val="00CC48CD"/>
    <w:rsid w:val="00CC5F3B"/>
    <w:rsid w:val="00CC79E0"/>
    <w:rsid w:val="00CD1003"/>
    <w:rsid w:val="00CD1074"/>
    <w:rsid w:val="00CD1D81"/>
    <w:rsid w:val="00CD1EB2"/>
    <w:rsid w:val="00CD79D9"/>
    <w:rsid w:val="00CE1482"/>
    <w:rsid w:val="00CE1BE8"/>
    <w:rsid w:val="00CE2F58"/>
    <w:rsid w:val="00CE6D67"/>
    <w:rsid w:val="00CF000D"/>
    <w:rsid w:val="00CF051C"/>
    <w:rsid w:val="00CF0B40"/>
    <w:rsid w:val="00CF19FE"/>
    <w:rsid w:val="00CF26FA"/>
    <w:rsid w:val="00CF5005"/>
    <w:rsid w:val="00CF6977"/>
    <w:rsid w:val="00CF7E0A"/>
    <w:rsid w:val="00D008EC"/>
    <w:rsid w:val="00D0097F"/>
    <w:rsid w:val="00D010B7"/>
    <w:rsid w:val="00D02364"/>
    <w:rsid w:val="00D03EC6"/>
    <w:rsid w:val="00D05075"/>
    <w:rsid w:val="00D063C9"/>
    <w:rsid w:val="00D070B3"/>
    <w:rsid w:val="00D07132"/>
    <w:rsid w:val="00D0714A"/>
    <w:rsid w:val="00D11583"/>
    <w:rsid w:val="00D119D3"/>
    <w:rsid w:val="00D13FA8"/>
    <w:rsid w:val="00D15420"/>
    <w:rsid w:val="00D17489"/>
    <w:rsid w:val="00D223BC"/>
    <w:rsid w:val="00D24224"/>
    <w:rsid w:val="00D244EE"/>
    <w:rsid w:val="00D25CE5"/>
    <w:rsid w:val="00D26E9D"/>
    <w:rsid w:val="00D27FA8"/>
    <w:rsid w:val="00D30401"/>
    <w:rsid w:val="00D33B62"/>
    <w:rsid w:val="00D34594"/>
    <w:rsid w:val="00D35001"/>
    <w:rsid w:val="00D3541C"/>
    <w:rsid w:val="00D35B56"/>
    <w:rsid w:val="00D41CDC"/>
    <w:rsid w:val="00D476EF"/>
    <w:rsid w:val="00D47D4A"/>
    <w:rsid w:val="00D52200"/>
    <w:rsid w:val="00D5317B"/>
    <w:rsid w:val="00D5348A"/>
    <w:rsid w:val="00D546CC"/>
    <w:rsid w:val="00D54840"/>
    <w:rsid w:val="00D556AB"/>
    <w:rsid w:val="00D55F0D"/>
    <w:rsid w:val="00D6062E"/>
    <w:rsid w:val="00D60F05"/>
    <w:rsid w:val="00D61124"/>
    <w:rsid w:val="00D62C83"/>
    <w:rsid w:val="00D651BB"/>
    <w:rsid w:val="00D65431"/>
    <w:rsid w:val="00D665D8"/>
    <w:rsid w:val="00D67842"/>
    <w:rsid w:val="00D704E1"/>
    <w:rsid w:val="00D748A3"/>
    <w:rsid w:val="00D80225"/>
    <w:rsid w:val="00D808E4"/>
    <w:rsid w:val="00D80BC5"/>
    <w:rsid w:val="00D80CC5"/>
    <w:rsid w:val="00D8174E"/>
    <w:rsid w:val="00D84BAF"/>
    <w:rsid w:val="00D862CD"/>
    <w:rsid w:val="00D87F5C"/>
    <w:rsid w:val="00D90A64"/>
    <w:rsid w:val="00D9152F"/>
    <w:rsid w:val="00D95F0A"/>
    <w:rsid w:val="00D961B4"/>
    <w:rsid w:val="00D9722B"/>
    <w:rsid w:val="00DA021C"/>
    <w:rsid w:val="00DA0FAB"/>
    <w:rsid w:val="00DA1F13"/>
    <w:rsid w:val="00DA276B"/>
    <w:rsid w:val="00DA2C9D"/>
    <w:rsid w:val="00DA4BB6"/>
    <w:rsid w:val="00DB13BF"/>
    <w:rsid w:val="00DB1EAC"/>
    <w:rsid w:val="00DB415F"/>
    <w:rsid w:val="00DB48C9"/>
    <w:rsid w:val="00DC4C94"/>
    <w:rsid w:val="00DC5679"/>
    <w:rsid w:val="00DC6A5D"/>
    <w:rsid w:val="00DD01AE"/>
    <w:rsid w:val="00DD308B"/>
    <w:rsid w:val="00DD3C2D"/>
    <w:rsid w:val="00DD3DB8"/>
    <w:rsid w:val="00DD529E"/>
    <w:rsid w:val="00DD5FD8"/>
    <w:rsid w:val="00DD7028"/>
    <w:rsid w:val="00DE1334"/>
    <w:rsid w:val="00DE39C1"/>
    <w:rsid w:val="00DE3B5B"/>
    <w:rsid w:val="00DE4621"/>
    <w:rsid w:val="00DE7CB7"/>
    <w:rsid w:val="00DF047B"/>
    <w:rsid w:val="00DF23F6"/>
    <w:rsid w:val="00DF3EA4"/>
    <w:rsid w:val="00DF5BD4"/>
    <w:rsid w:val="00DF7588"/>
    <w:rsid w:val="00E00051"/>
    <w:rsid w:val="00E00A0D"/>
    <w:rsid w:val="00E00A76"/>
    <w:rsid w:val="00E04354"/>
    <w:rsid w:val="00E04869"/>
    <w:rsid w:val="00E04F41"/>
    <w:rsid w:val="00E071A6"/>
    <w:rsid w:val="00E07A38"/>
    <w:rsid w:val="00E12A4E"/>
    <w:rsid w:val="00E12EA1"/>
    <w:rsid w:val="00E1362D"/>
    <w:rsid w:val="00E174F8"/>
    <w:rsid w:val="00E20199"/>
    <w:rsid w:val="00E20D7E"/>
    <w:rsid w:val="00E21E5E"/>
    <w:rsid w:val="00E226D1"/>
    <w:rsid w:val="00E248DB"/>
    <w:rsid w:val="00E24F0E"/>
    <w:rsid w:val="00E25470"/>
    <w:rsid w:val="00E2608C"/>
    <w:rsid w:val="00E26910"/>
    <w:rsid w:val="00E30FBE"/>
    <w:rsid w:val="00E3310A"/>
    <w:rsid w:val="00E34690"/>
    <w:rsid w:val="00E37CF0"/>
    <w:rsid w:val="00E41B6D"/>
    <w:rsid w:val="00E41BD4"/>
    <w:rsid w:val="00E422E3"/>
    <w:rsid w:val="00E42924"/>
    <w:rsid w:val="00E4339E"/>
    <w:rsid w:val="00E46029"/>
    <w:rsid w:val="00E4646E"/>
    <w:rsid w:val="00E4668C"/>
    <w:rsid w:val="00E51D1F"/>
    <w:rsid w:val="00E52CAC"/>
    <w:rsid w:val="00E5309C"/>
    <w:rsid w:val="00E5362E"/>
    <w:rsid w:val="00E53897"/>
    <w:rsid w:val="00E545BB"/>
    <w:rsid w:val="00E579A4"/>
    <w:rsid w:val="00E61013"/>
    <w:rsid w:val="00E63567"/>
    <w:rsid w:val="00E63786"/>
    <w:rsid w:val="00E644F9"/>
    <w:rsid w:val="00E64C06"/>
    <w:rsid w:val="00E66E9D"/>
    <w:rsid w:val="00E675B2"/>
    <w:rsid w:val="00E718DB"/>
    <w:rsid w:val="00E723AA"/>
    <w:rsid w:val="00E74A54"/>
    <w:rsid w:val="00E75291"/>
    <w:rsid w:val="00E770BF"/>
    <w:rsid w:val="00E8180C"/>
    <w:rsid w:val="00E81E88"/>
    <w:rsid w:val="00E820B1"/>
    <w:rsid w:val="00E85A06"/>
    <w:rsid w:val="00E87167"/>
    <w:rsid w:val="00E911EB"/>
    <w:rsid w:val="00E914A1"/>
    <w:rsid w:val="00E94A16"/>
    <w:rsid w:val="00E95314"/>
    <w:rsid w:val="00E95885"/>
    <w:rsid w:val="00E9770E"/>
    <w:rsid w:val="00EA208D"/>
    <w:rsid w:val="00EA261B"/>
    <w:rsid w:val="00EA3139"/>
    <w:rsid w:val="00EA3323"/>
    <w:rsid w:val="00EA6EB5"/>
    <w:rsid w:val="00EA7261"/>
    <w:rsid w:val="00EB1EC1"/>
    <w:rsid w:val="00EB20C5"/>
    <w:rsid w:val="00EB7613"/>
    <w:rsid w:val="00EC1A2B"/>
    <w:rsid w:val="00EC27B5"/>
    <w:rsid w:val="00EC6234"/>
    <w:rsid w:val="00EC7A33"/>
    <w:rsid w:val="00EC7EDE"/>
    <w:rsid w:val="00ED0AF8"/>
    <w:rsid w:val="00ED15FA"/>
    <w:rsid w:val="00ED2829"/>
    <w:rsid w:val="00ED55D7"/>
    <w:rsid w:val="00ED74DB"/>
    <w:rsid w:val="00EE013F"/>
    <w:rsid w:val="00EE051B"/>
    <w:rsid w:val="00EE49C9"/>
    <w:rsid w:val="00EE553A"/>
    <w:rsid w:val="00EE5B24"/>
    <w:rsid w:val="00EE74D9"/>
    <w:rsid w:val="00EF08F5"/>
    <w:rsid w:val="00EF0E2B"/>
    <w:rsid w:val="00EF0FED"/>
    <w:rsid w:val="00EF2A66"/>
    <w:rsid w:val="00EF2BC4"/>
    <w:rsid w:val="00EF4318"/>
    <w:rsid w:val="00EF4E27"/>
    <w:rsid w:val="00F003A3"/>
    <w:rsid w:val="00F00678"/>
    <w:rsid w:val="00F01520"/>
    <w:rsid w:val="00F016E1"/>
    <w:rsid w:val="00F04796"/>
    <w:rsid w:val="00F04A82"/>
    <w:rsid w:val="00F04AE5"/>
    <w:rsid w:val="00F04C17"/>
    <w:rsid w:val="00F057F5"/>
    <w:rsid w:val="00F0629F"/>
    <w:rsid w:val="00F06B37"/>
    <w:rsid w:val="00F12FC0"/>
    <w:rsid w:val="00F14500"/>
    <w:rsid w:val="00F16618"/>
    <w:rsid w:val="00F220BF"/>
    <w:rsid w:val="00F229BC"/>
    <w:rsid w:val="00F23611"/>
    <w:rsid w:val="00F241C8"/>
    <w:rsid w:val="00F2423C"/>
    <w:rsid w:val="00F24307"/>
    <w:rsid w:val="00F2625A"/>
    <w:rsid w:val="00F27570"/>
    <w:rsid w:val="00F3025E"/>
    <w:rsid w:val="00F304D3"/>
    <w:rsid w:val="00F30A12"/>
    <w:rsid w:val="00F31219"/>
    <w:rsid w:val="00F343D8"/>
    <w:rsid w:val="00F35083"/>
    <w:rsid w:val="00F375B4"/>
    <w:rsid w:val="00F4045F"/>
    <w:rsid w:val="00F4078C"/>
    <w:rsid w:val="00F407D8"/>
    <w:rsid w:val="00F42931"/>
    <w:rsid w:val="00F42E5D"/>
    <w:rsid w:val="00F44464"/>
    <w:rsid w:val="00F47B6D"/>
    <w:rsid w:val="00F50F29"/>
    <w:rsid w:val="00F51C51"/>
    <w:rsid w:val="00F56298"/>
    <w:rsid w:val="00F56685"/>
    <w:rsid w:val="00F61ED0"/>
    <w:rsid w:val="00F622AF"/>
    <w:rsid w:val="00F629C8"/>
    <w:rsid w:val="00F641FA"/>
    <w:rsid w:val="00F6539A"/>
    <w:rsid w:val="00F66D41"/>
    <w:rsid w:val="00F670A4"/>
    <w:rsid w:val="00F70D4E"/>
    <w:rsid w:val="00F7153B"/>
    <w:rsid w:val="00F71D57"/>
    <w:rsid w:val="00F722A2"/>
    <w:rsid w:val="00F7416E"/>
    <w:rsid w:val="00F7609C"/>
    <w:rsid w:val="00F76591"/>
    <w:rsid w:val="00F76698"/>
    <w:rsid w:val="00F76B91"/>
    <w:rsid w:val="00F76F46"/>
    <w:rsid w:val="00F8026D"/>
    <w:rsid w:val="00F8080D"/>
    <w:rsid w:val="00F81748"/>
    <w:rsid w:val="00F83930"/>
    <w:rsid w:val="00F83C40"/>
    <w:rsid w:val="00F84A97"/>
    <w:rsid w:val="00F854E0"/>
    <w:rsid w:val="00F8632E"/>
    <w:rsid w:val="00F864B7"/>
    <w:rsid w:val="00F864C9"/>
    <w:rsid w:val="00F86A3A"/>
    <w:rsid w:val="00F86E2A"/>
    <w:rsid w:val="00F878A2"/>
    <w:rsid w:val="00F916CB"/>
    <w:rsid w:val="00F92917"/>
    <w:rsid w:val="00F93F08"/>
    <w:rsid w:val="00F94F53"/>
    <w:rsid w:val="00F95B8F"/>
    <w:rsid w:val="00F96130"/>
    <w:rsid w:val="00F9757D"/>
    <w:rsid w:val="00FA08DE"/>
    <w:rsid w:val="00FA0C27"/>
    <w:rsid w:val="00FA2279"/>
    <w:rsid w:val="00FA2668"/>
    <w:rsid w:val="00FA2B8C"/>
    <w:rsid w:val="00FA334C"/>
    <w:rsid w:val="00FA4E1D"/>
    <w:rsid w:val="00FA7D91"/>
    <w:rsid w:val="00FB0326"/>
    <w:rsid w:val="00FB2CB1"/>
    <w:rsid w:val="00FB2E22"/>
    <w:rsid w:val="00FB766C"/>
    <w:rsid w:val="00FB7C19"/>
    <w:rsid w:val="00FC1076"/>
    <w:rsid w:val="00FC57AA"/>
    <w:rsid w:val="00FC7819"/>
    <w:rsid w:val="00FC79DA"/>
    <w:rsid w:val="00FD4E48"/>
    <w:rsid w:val="00FD5683"/>
    <w:rsid w:val="00FD67BC"/>
    <w:rsid w:val="00FD739B"/>
    <w:rsid w:val="00FE07D2"/>
    <w:rsid w:val="00FE089A"/>
    <w:rsid w:val="00FE1F3F"/>
    <w:rsid w:val="00FE22B7"/>
    <w:rsid w:val="00FE36C0"/>
    <w:rsid w:val="00FE577E"/>
    <w:rsid w:val="00FE5AD4"/>
    <w:rsid w:val="00FF041E"/>
    <w:rsid w:val="00FF1884"/>
    <w:rsid w:val="00FF19AC"/>
    <w:rsid w:val="00FF2330"/>
    <w:rsid w:val="00FF253F"/>
    <w:rsid w:val="00FF4A30"/>
    <w:rsid w:val="00FF4F2C"/>
    <w:rsid w:val="00FF62D7"/>
    <w:rsid w:val="00FF6B73"/>
    <w:rsid w:val="00FF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EA3B78C"/>
  <w15:docId w15:val="{DFD99506-1261-43EF-970A-8A74182F4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5625"/>
    <w:pPr>
      <w:widowControl w:val="0"/>
      <w:jc w:val="both"/>
    </w:pPr>
    <w:rPr>
      <w:rFonts w:ascii="Arial" w:eastAsia="ＭＳ 明朝" w:hAnsi="Arial" w:cs="Times New Roman"/>
    </w:rPr>
  </w:style>
  <w:style w:type="paragraph" w:styleId="1">
    <w:name w:val="heading 1"/>
    <w:basedOn w:val="a"/>
    <w:next w:val="a"/>
    <w:link w:val="10"/>
    <w:uiPriority w:val="9"/>
    <w:qFormat/>
    <w:rsid w:val="00390CA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7B65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AE0"/>
    <w:pPr>
      <w:ind w:leftChars="400" w:left="840"/>
    </w:pPr>
    <w:rPr>
      <w:rFonts w:asciiTheme="minorHAnsi" w:eastAsiaTheme="minorEastAsia" w:hAnsiTheme="minorHAnsi" w:cstheme="minorBidi"/>
    </w:rPr>
  </w:style>
  <w:style w:type="paragraph" w:styleId="a4">
    <w:name w:val="header"/>
    <w:basedOn w:val="a"/>
    <w:link w:val="a5"/>
    <w:unhideWhenUsed/>
    <w:rsid w:val="0085426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5">
    <w:name w:val="ヘッダー (文字)"/>
    <w:basedOn w:val="a0"/>
    <w:link w:val="a4"/>
    <w:rsid w:val="0085426A"/>
    <w:rPr>
      <w:sz w:val="24"/>
    </w:rPr>
  </w:style>
  <w:style w:type="paragraph" w:styleId="a6">
    <w:name w:val="footer"/>
    <w:basedOn w:val="a"/>
    <w:link w:val="a7"/>
    <w:uiPriority w:val="99"/>
    <w:unhideWhenUsed/>
    <w:rsid w:val="008542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5426A"/>
    <w:rPr>
      <w:sz w:val="24"/>
    </w:rPr>
  </w:style>
  <w:style w:type="character" w:styleId="a8">
    <w:name w:val="Hyperlink"/>
    <w:basedOn w:val="a0"/>
    <w:uiPriority w:val="99"/>
    <w:unhideWhenUsed/>
    <w:rsid w:val="00872420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9E498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9">
    <w:name w:val="Date"/>
    <w:basedOn w:val="a"/>
    <w:next w:val="a"/>
    <w:link w:val="aa"/>
    <w:uiPriority w:val="99"/>
    <w:unhideWhenUsed/>
    <w:rsid w:val="00544131"/>
  </w:style>
  <w:style w:type="character" w:customStyle="1" w:styleId="aa">
    <w:name w:val="日付 (文字)"/>
    <w:basedOn w:val="a0"/>
    <w:link w:val="a9"/>
    <w:uiPriority w:val="99"/>
    <w:rsid w:val="00544131"/>
    <w:rPr>
      <w:sz w:val="24"/>
    </w:rPr>
  </w:style>
  <w:style w:type="paragraph" w:styleId="ab">
    <w:name w:val="Note Heading"/>
    <w:basedOn w:val="a"/>
    <w:next w:val="a"/>
    <w:link w:val="ac"/>
    <w:unhideWhenUsed/>
    <w:rsid w:val="00E718DB"/>
    <w:pPr>
      <w:jc w:val="center"/>
    </w:pPr>
  </w:style>
  <w:style w:type="character" w:customStyle="1" w:styleId="ac">
    <w:name w:val="記 (文字)"/>
    <w:basedOn w:val="a0"/>
    <w:link w:val="ab"/>
    <w:rsid w:val="00E718DB"/>
    <w:rPr>
      <w:sz w:val="24"/>
    </w:rPr>
  </w:style>
  <w:style w:type="paragraph" w:styleId="ad">
    <w:name w:val="Closing"/>
    <w:basedOn w:val="a"/>
    <w:link w:val="ae"/>
    <w:uiPriority w:val="99"/>
    <w:unhideWhenUsed/>
    <w:rsid w:val="00E718DB"/>
    <w:pPr>
      <w:jc w:val="right"/>
    </w:pPr>
  </w:style>
  <w:style w:type="character" w:customStyle="1" w:styleId="ae">
    <w:name w:val="結語 (文字)"/>
    <w:basedOn w:val="a0"/>
    <w:link w:val="ad"/>
    <w:uiPriority w:val="99"/>
    <w:rsid w:val="00E718DB"/>
    <w:rPr>
      <w:sz w:val="24"/>
    </w:rPr>
  </w:style>
  <w:style w:type="table" w:styleId="af">
    <w:name w:val="Table Grid"/>
    <w:basedOn w:val="a1"/>
    <w:uiPriority w:val="59"/>
    <w:rsid w:val="000E2F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390CA0"/>
    <w:rPr>
      <w:rFonts w:asciiTheme="majorHAnsi" w:eastAsiaTheme="majorEastAsia" w:hAnsiTheme="majorHAnsi" w:cstheme="majorBidi"/>
      <w:sz w:val="24"/>
      <w:szCs w:val="24"/>
    </w:rPr>
  </w:style>
  <w:style w:type="character" w:styleId="af0">
    <w:name w:val="Strong"/>
    <w:basedOn w:val="a0"/>
    <w:uiPriority w:val="22"/>
    <w:qFormat/>
    <w:rsid w:val="00AC619D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7349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73491E"/>
    <w:rPr>
      <w:rFonts w:asciiTheme="majorHAnsi" w:eastAsiaTheme="majorEastAsia" w:hAnsiTheme="majorHAnsi" w:cstheme="majorBidi"/>
      <w:sz w:val="18"/>
      <w:szCs w:val="18"/>
    </w:rPr>
  </w:style>
  <w:style w:type="character" w:styleId="af3">
    <w:name w:val="FollowedHyperlink"/>
    <w:basedOn w:val="a0"/>
    <w:uiPriority w:val="99"/>
    <w:semiHidden/>
    <w:unhideWhenUsed/>
    <w:rsid w:val="003D07ED"/>
    <w:rPr>
      <w:color w:val="800080" w:themeColor="followedHyperlink"/>
      <w:u w:val="single"/>
    </w:rPr>
  </w:style>
  <w:style w:type="character" w:customStyle="1" w:styleId="40">
    <w:name w:val="見出し 4 (文字)"/>
    <w:basedOn w:val="a0"/>
    <w:link w:val="4"/>
    <w:uiPriority w:val="9"/>
    <w:semiHidden/>
    <w:rsid w:val="00827B65"/>
    <w:rPr>
      <w:b/>
      <w:bCs/>
      <w:sz w:val="22"/>
    </w:rPr>
  </w:style>
  <w:style w:type="paragraph" w:customStyle="1" w:styleId="q">
    <w:name w:val="q"/>
    <w:basedOn w:val="a"/>
    <w:rsid w:val="00827B65"/>
    <w:pPr>
      <w:widowControl/>
      <w:ind w:hanging="480"/>
      <w:jc w:val="left"/>
    </w:pPr>
    <w:rPr>
      <w:rFonts w:ascii="ＭＳ Ｐゴシック" w:eastAsia="ＭＳ Ｐゴシック" w:hAnsi="ＭＳ Ｐゴシック" w:cs="ＭＳ Ｐゴシック"/>
      <w:b/>
      <w:bCs/>
      <w:color w:val="328200"/>
      <w:kern w:val="0"/>
      <w:sz w:val="24"/>
      <w:szCs w:val="24"/>
    </w:rPr>
  </w:style>
  <w:style w:type="paragraph" w:customStyle="1" w:styleId="af4">
    <w:name w:val="a"/>
    <w:basedOn w:val="a"/>
    <w:rsid w:val="00827B65"/>
    <w:pPr>
      <w:widowControl/>
      <w:spacing w:after="300"/>
      <w:ind w:hanging="48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st1">
    <w:name w:val="st1"/>
    <w:basedOn w:val="a0"/>
    <w:rsid w:val="0000345D"/>
  </w:style>
  <w:style w:type="character" w:customStyle="1" w:styleId="days1">
    <w:name w:val="days1"/>
    <w:basedOn w:val="a0"/>
    <w:rsid w:val="0000345D"/>
    <w:rPr>
      <w:color w:val="4D4D4D"/>
    </w:rPr>
  </w:style>
  <w:style w:type="paragraph" w:styleId="af5">
    <w:name w:val="Salutation"/>
    <w:basedOn w:val="a"/>
    <w:next w:val="a"/>
    <w:link w:val="af6"/>
    <w:uiPriority w:val="99"/>
    <w:unhideWhenUsed/>
    <w:rsid w:val="007D39B4"/>
  </w:style>
  <w:style w:type="character" w:customStyle="1" w:styleId="af6">
    <w:name w:val="挨拶文 (文字)"/>
    <w:basedOn w:val="a0"/>
    <w:link w:val="af5"/>
    <w:uiPriority w:val="99"/>
    <w:rsid w:val="007D39B4"/>
    <w:rPr>
      <w:sz w:val="22"/>
    </w:rPr>
  </w:style>
  <w:style w:type="paragraph" w:customStyle="1" w:styleId="Default">
    <w:name w:val="Default"/>
    <w:rsid w:val="005D2CBF"/>
    <w:pPr>
      <w:widowControl w:val="0"/>
      <w:autoSpaceDE w:val="0"/>
      <w:autoSpaceDN w:val="0"/>
      <w:adjustRightInd w:val="0"/>
    </w:pPr>
    <w:rPr>
      <w:rFonts w:ascii="ＭＳ ゴシック" w:hAnsi="ＭＳ ゴシック" w:cs="ＭＳ ゴシック"/>
      <w:color w:val="000000"/>
      <w:kern w:val="0"/>
      <w:sz w:val="24"/>
      <w:szCs w:val="24"/>
    </w:rPr>
  </w:style>
  <w:style w:type="paragraph" w:styleId="af7">
    <w:name w:val="Plain Text"/>
    <w:basedOn w:val="a"/>
    <w:link w:val="af8"/>
    <w:uiPriority w:val="99"/>
    <w:semiHidden/>
    <w:unhideWhenUsed/>
    <w:rsid w:val="007B5583"/>
    <w:pPr>
      <w:jc w:val="left"/>
    </w:pPr>
    <w:rPr>
      <w:rFonts w:ascii="ＭＳ ゴシック" w:hAnsi="Courier New" w:cs="Courier New"/>
      <w:sz w:val="20"/>
      <w:szCs w:val="21"/>
    </w:rPr>
  </w:style>
  <w:style w:type="character" w:customStyle="1" w:styleId="af8">
    <w:name w:val="書式なし (文字)"/>
    <w:basedOn w:val="a0"/>
    <w:link w:val="af7"/>
    <w:uiPriority w:val="99"/>
    <w:semiHidden/>
    <w:rsid w:val="007B5583"/>
    <w:rPr>
      <w:rFonts w:ascii="ＭＳ ゴシック" w:eastAsia="ＭＳ ゴシック" w:hAnsi="Courier New" w:cs="Courier New"/>
      <w:sz w:val="20"/>
      <w:szCs w:val="21"/>
    </w:rPr>
  </w:style>
  <w:style w:type="character" w:styleId="HTML">
    <w:name w:val="HTML Cite"/>
    <w:basedOn w:val="a0"/>
    <w:uiPriority w:val="99"/>
    <w:semiHidden/>
    <w:unhideWhenUsed/>
    <w:rsid w:val="006F5776"/>
    <w:rPr>
      <w:i/>
      <w:iCs/>
    </w:rPr>
  </w:style>
  <w:style w:type="character" w:styleId="af9">
    <w:name w:val="Emphasis"/>
    <w:basedOn w:val="a0"/>
    <w:uiPriority w:val="20"/>
    <w:qFormat/>
    <w:rsid w:val="006F5776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228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806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16064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585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675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0283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51205">
              <w:marLeft w:val="0"/>
              <w:marRight w:val="0"/>
              <w:marTop w:val="0"/>
              <w:marBottom w:val="0"/>
              <w:divBdr>
                <w:top w:val="single" w:sz="6" w:space="5" w:color="F0F0F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92457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829300">
                      <w:marLeft w:val="0"/>
                      <w:marRight w:val="0"/>
                      <w:marTop w:val="1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15648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single" w:sz="6" w:space="4" w:color="D9D9D9"/>
                            <w:left w:val="single" w:sz="6" w:space="4" w:color="D9D9D9"/>
                            <w:bottom w:val="single" w:sz="6" w:space="4" w:color="D9D9D9"/>
                            <w:right w:val="single" w:sz="6" w:space="4" w:color="D9D9D9"/>
                          </w:divBdr>
                          <w:divsChild>
                            <w:div w:id="1092513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06390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735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1019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6919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464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693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7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7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383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311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3510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8328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939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7413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5025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56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4609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4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43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62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613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83111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6282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97770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11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5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2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5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9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1193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72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28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5025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5269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49809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3515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0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125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73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1895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2560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230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67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8107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53619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2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0464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6138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8657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82216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6498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62876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864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527910">
          <w:marLeft w:val="270"/>
          <w:marRight w:val="270"/>
          <w:marTop w:val="0"/>
          <w:marBottom w:val="0"/>
          <w:divBdr>
            <w:top w:val="none" w:sz="0" w:space="0" w:color="auto"/>
            <w:left w:val="single" w:sz="6" w:space="0" w:color="D3ECFF"/>
            <w:bottom w:val="none" w:sz="0" w:space="0" w:color="auto"/>
            <w:right w:val="single" w:sz="6" w:space="0" w:color="D3ECFF"/>
          </w:divBdr>
          <w:divsChild>
            <w:div w:id="186019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83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03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6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289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976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7264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4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9346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196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443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8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912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289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574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05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0384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25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9581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41096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751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280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994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2633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53120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27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634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842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50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7442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8104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8572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05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236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46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37293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309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022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1218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4692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3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078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737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6771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064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5679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712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0581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303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74234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3266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4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4823">
          <w:marLeft w:val="270"/>
          <w:marRight w:val="270"/>
          <w:marTop w:val="0"/>
          <w:marBottom w:val="0"/>
          <w:divBdr>
            <w:top w:val="none" w:sz="0" w:space="0" w:color="auto"/>
            <w:left w:val="single" w:sz="6" w:space="0" w:color="D3ECFF"/>
            <w:bottom w:val="none" w:sz="0" w:space="0" w:color="auto"/>
            <w:right w:val="single" w:sz="6" w:space="0" w:color="D3ECFF"/>
          </w:divBdr>
          <w:divsChild>
            <w:div w:id="110168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2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75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93277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08082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7780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72193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606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1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65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0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889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6999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86080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3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1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92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422058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659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086205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99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878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549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58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8787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547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0677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4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6506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3552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565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37096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4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82694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6991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9394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09640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33925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849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5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569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494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0334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36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7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137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4977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73870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56768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4536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770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7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240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9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261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15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37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472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2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3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23024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41594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3946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288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350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5070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0759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1683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1689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19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287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09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27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7430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606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0222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92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5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351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29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439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25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0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209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58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9373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9293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874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675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811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114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5660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645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020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442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59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154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514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55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834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24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386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5270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81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26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99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1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55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648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430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795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8750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099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608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730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419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9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650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563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9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766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5005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757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1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1410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50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18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16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1792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0074">
          <w:marLeft w:val="16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88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390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267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25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3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87250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9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173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2099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68989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3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7749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448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2957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560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3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709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10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1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1794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495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910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127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8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884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492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613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3318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789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284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6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20146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25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259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834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77345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1160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356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6432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58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1292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362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88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5797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41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879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6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0497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882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3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329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701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34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77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88562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3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06107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764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6519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952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105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73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01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3763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301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759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858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9504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363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51262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265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2368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3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80734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205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914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831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990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855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445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55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677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81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79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50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935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208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029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98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931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28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64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1115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692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043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4040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317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62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52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665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201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07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363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40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125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880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9684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6618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5289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1563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86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7735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3948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16835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09190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1991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2108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1083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8383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11556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800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1808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841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15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13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54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2" w:color="000000"/>
          </w:divBdr>
          <w:divsChild>
            <w:div w:id="6323715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4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0244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565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9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265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812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003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724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96711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545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019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7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87955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1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658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4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8292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7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536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54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5847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8375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3158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3323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8010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667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662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31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876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964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5042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869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360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186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384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640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8101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569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18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648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516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48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34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992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948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4293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2133E973B7E9C4E8B4339584212657A" ma:contentTypeVersion="14" ma:contentTypeDescription="新しいドキュメントを作成します。" ma:contentTypeScope="" ma:versionID="8583bda0142b3c0d40b10885d5c0e3c6">
  <xsd:schema xmlns:xsd="http://www.w3.org/2001/XMLSchema" xmlns:xs="http://www.w3.org/2001/XMLSchema" xmlns:p="http://schemas.microsoft.com/office/2006/metadata/properties" xmlns:ns2="8d7dc418-efbf-4581-834a-35ed2d9b2e82" xmlns:ns3="0b34d7df-128f-4c44-a942-9ee36950e599" targetNamespace="http://schemas.microsoft.com/office/2006/metadata/properties" ma:root="true" ma:fieldsID="88997bc24aec7cc70b0ba9764ff41d29" ns2:_="" ns3:_="">
    <xsd:import namespace="8d7dc418-efbf-4581-834a-35ed2d9b2e82"/>
    <xsd:import namespace="0b34d7df-128f-4c44-a942-9ee36950e5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dc418-efbf-4581-834a-35ed2d9b2e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4d7df-128f-4c44-a942-9ee36950e5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8d7dc418-efbf-4581-834a-35ed2d9b2e8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B7D06-5992-4C20-8749-6872FEF3E82E}"/>
</file>

<file path=customXml/itemProps2.xml><?xml version="1.0" encoding="utf-8"?>
<ds:datastoreItem xmlns:ds="http://schemas.openxmlformats.org/officeDocument/2006/customXml" ds:itemID="{7D4903E0-CC77-4B38-9C37-5CFD767697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C0F3F7-0497-4762-8667-C8FE844165F0}">
  <ds:schemaRefs>
    <ds:schemaRef ds:uri="8d7dc418-efbf-4581-834a-35ed2d9b2e82"/>
    <ds:schemaRef ds:uri="http://schemas.openxmlformats.org/package/2006/metadata/core-properties"/>
    <ds:schemaRef ds:uri="http://schemas.microsoft.com/office/infopath/2007/PartnerControls"/>
    <ds:schemaRef ds:uri="0b34d7df-128f-4c44-a942-9ee36950e599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850E05F-882F-44E4-BFB1-C5F734DF1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FA468F1</Template>
  <TotalTime>25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jikei</cp:lastModifiedBy>
  <cp:revision>18</cp:revision>
  <cp:lastPrinted>2022-01-19T01:52:00Z</cp:lastPrinted>
  <dcterms:created xsi:type="dcterms:W3CDTF">2017-06-12T12:37:00Z</dcterms:created>
  <dcterms:modified xsi:type="dcterms:W3CDTF">2022-01-19T02:21:00Z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0x010100A2133E973B7E9C4E8B4339584212657A</vt:lpwstr>
  </property>
</Properties>
</file>